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5E57E1" w:rsidRPr="00B0544D" w14:paraId="1963F49E" w14:textId="77777777" w:rsidTr="00541B04">
        <w:tc>
          <w:tcPr>
            <w:tcW w:w="1311" w:type="dxa"/>
          </w:tcPr>
          <w:p w14:paraId="7EFF3E19" w14:textId="77777777" w:rsidR="005E57E1" w:rsidRPr="00B74439" w:rsidRDefault="005E57E1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B74439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20FE3733" w14:textId="77777777" w:rsidR="005E57E1" w:rsidRPr="00B74439" w:rsidRDefault="005E57E1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B74439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3986B94" w14:textId="77777777" w:rsidR="005E57E1" w:rsidRPr="00B74439" w:rsidRDefault="005E57E1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B74439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5E57E1" w:rsidRPr="009146AD" w14:paraId="6259E715" w14:textId="77777777" w:rsidTr="00541B04">
        <w:tc>
          <w:tcPr>
            <w:tcW w:w="1311" w:type="dxa"/>
          </w:tcPr>
          <w:p w14:paraId="2AAC21CC" w14:textId="77777777" w:rsidR="005E57E1" w:rsidRPr="00B74439" w:rsidRDefault="005E57E1" w:rsidP="00541B0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2086" w:type="dxa"/>
          </w:tcPr>
          <w:p w14:paraId="28996521" w14:textId="77777777" w:rsidR="005E57E1" w:rsidRPr="00163E9E" w:rsidRDefault="005E57E1" w:rsidP="00541B04">
            <w:pPr>
              <w:jc w:val="center"/>
              <w:rPr>
                <w:rFonts w:ascii="Poppins" w:hAnsi="Poppins" w:cs="Poppins"/>
                <w:sz w:val="20"/>
              </w:rPr>
            </w:pPr>
            <w:r w:rsidRPr="00B74439">
              <w:rPr>
                <w:rFonts w:ascii="Poppins" w:hAnsi="Poppins" w:cs="Poppins"/>
                <w:sz w:val="20"/>
              </w:rPr>
              <w:t xml:space="preserve">Pannello isolante Plan </w:t>
            </w:r>
            <w:proofErr w:type="spellStart"/>
            <w:r w:rsidRPr="00B74439">
              <w:rPr>
                <w:rFonts w:ascii="Poppins" w:hAnsi="Poppins" w:cs="Poppins"/>
                <w:sz w:val="20"/>
              </w:rPr>
              <w:t>Fl</w:t>
            </w:r>
            <w:r w:rsidRPr="00B74439">
              <w:rPr>
                <w:rFonts w:ascii="Poppins" w:hAnsi="Poppins" w:cs="Poppins"/>
                <w:color w:val="000000" w:themeColor="text1"/>
                <w:sz w:val="20"/>
              </w:rPr>
              <w:t>oor</w:t>
            </w:r>
            <w:proofErr w:type="spellEnd"/>
            <w:r w:rsidRPr="00B74439">
              <w:rPr>
                <w:rFonts w:ascii="Poppins" w:hAnsi="Poppins" w:cs="Poppins"/>
                <w:color w:val="000000" w:themeColor="text1"/>
                <w:sz w:val="20"/>
              </w:rPr>
              <w:t xml:space="preserve"> H30 co</w:t>
            </w:r>
            <w:r w:rsidRPr="00B74439">
              <w:rPr>
                <w:rFonts w:ascii="Poppins" w:hAnsi="Poppins" w:cs="Poppins"/>
                <w:sz w:val="20"/>
              </w:rPr>
              <w:t xml:space="preserve">n tubazione </w:t>
            </w:r>
            <w:proofErr w:type="spellStart"/>
            <w:r w:rsidRPr="00B74439">
              <w:rPr>
                <w:rFonts w:ascii="Poppins" w:hAnsi="Poppins" w:cs="Poppins"/>
                <w:color w:val="00B050"/>
                <w:sz w:val="20"/>
              </w:rPr>
              <w:t>Alpert</w:t>
            </w:r>
            <w:proofErr w:type="spellEnd"/>
            <w:r w:rsidRPr="00B74439">
              <w:rPr>
                <w:rFonts w:ascii="Poppins" w:hAnsi="Poppins" w:cs="Poppins"/>
                <w:color w:val="00B050"/>
                <w:sz w:val="20"/>
              </w:rPr>
              <w:t xml:space="preserve"> 16x2 - 20x2</w:t>
            </w:r>
            <w:r w:rsidRPr="00B74439">
              <w:rPr>
                <w:rFonts w:ascii="Poppins" w:hAnsi="Poppins" w:cs="Poppins"/>
                <w:sz w:val="20"/>
              </w:rPr>
              <w:t xml:space="preserve"> / </w:t>
            </w:r>
            <w:r w:rsidRPr="00B74439">
              <w:rPr>
                <w:rFonts w:ascii="Poppins" w:hAnsi="Poppins" w:cs="Poppins"/>
                <w:color w:val="FF0000"/>
                <w:sz w:val="20"/>
              </w:rPr>
              <w:t>PE-</w:t>
            </w:r>
            <w:proofErr w:type="spellStart"/>
            <w:r w:rsidRPr="00B74439">
              <w:rPr>
                <w:rFonts w:ascii="Poppins" w:hAnsi="Poppins" w:cs="Poppins"/>
                <w:color w:val="FF0000"/>
                <w:sz w:val="20"/>
              </w:rPr>
              <w:t>Xa</w:t>
            </w:r>
            <w:proofErr w:type="spellEnd"/>
            <w:r w:rsidRPr="00B74439">
              <w:rPr>
                <w:rFonts w:ascii="Poppins" w:hAnsi="Poppins" w:cs="Poppins"/>
                <w:color w:val="FF0000"/>
                <w:sz w:val="20"/>
              </w:rPr>
              <w:t xml:space="preserve"> 17x2 – 20x2 – 25x2,3  </w:t>
            </w:r>
            <w:r w:rsidRPr="00B74439">
              <w:rPr>
                <w:rFonts w:ascii="Poppins" w:hAnsi="Poppins" w:cs="Poppins"/>
                <w:color w:val="000000" w:themeColor="text1"/>
                <w:sz w:val="20"/>
              </w:rPr>
              <w:t xml:space="preserve">/ </w:t>
            </w:r>
            <w:r w:rsidRPr="00B74439">
              <w:rPr>
                <w:rFonts w:ascii="Poppins" w:hAnsi="Poppins" w:cs="Poppins"/>
                <w:color w:val="0070C0"/>
                <w:sz w:val="20"/>
              </w:rPr>
              <w:t>PE-</w:t>
            </w:r>
            <w:proofErr w:type="spellStart"/>
            <w:r w:rsidRPr="00B74439">
              <w:rPr>
                <w:rFonts w:ascii="Poppins" w:hAnsi="Poppins" w:cs="Poppins"/>
                <w:color w:val="0070C0"/>
                <w:sz w:val="20"/>
              </w:rPr>
              <w:t>Xc</w:t>
            </w:r>
            <w:proofErr w:type="spellEnd"/>
            <w:r w:rsidRPr="00B74439">
              <w:rPr>
                <w:rFonts w:ascii="Poppins" w:hAnsi="Poppins" w:cs="Poppins"/>
                <w:color w:val="0070C0"/>
                <w:sz w:val="20"/>
              </w:rPr>
              <w:t xml:space="preserve"> </w:t>
            </w:r>
            <w:r>
              <w:rPr>
                <w:rFonts w:ascii="Poppins" w:hAnsi="Poppins" w:cs="Poppins"/>
                <w:color w:val="0070C0"/>
                <w:sz w:val="20"/>
              </w:rPr>
              <w:t xml:space="preserve">12x2 - </w:t>
            </w:r>
            <w:r w:rsidRPr="00B74439">
              <w:rPr>
                <w:rFonts w:ascii="Poppins" w:hAnsi="Poppins" w:cs="Poppins"/>
                <w:color w:val="0070C0"/>
                <w:sz w:val="20"/>
              </w:rPr>
              <w:t>17x2 – 20x2</w:t>
            </w:r>
            <w:r>
              <w:rPr>
                <w:rFonts w:ascii="Poppins" w:hAnsi="Poppins" w:cs="Poppins"/>
                <w:color w:val="0070C0"/>
                <w:sz w:val="20"/>
              </w:rPr>
              <w:t xml:space="preserve"> </w:t>
            </w:r>
            <w:r w:rsidRPr="00163E9E">
              <w:rPr>
                <w:rFonts w:ascii="Poppins" w:hAnsi="Poppins" w:cs="Poppins"/>
                <w:sz w:val="20"/>
              </w:rPr>
              <w:t xml:space="preserve">/ </w:t>
            </w:r>
            <w:r w:rsidRPr="00163E9E">
              <w:rPr>
                <w:rFonts w:ascii="Poppins" w:hAnsi="Poppins" w:cs="Poppins"/>
                <w:color w:val="FFC000"/>
                <w:sz w:val="20"/>
              </w:rPr>
              <w:t>PE-RT 17</w:t>
            </w:r>
            <w:r>
              <w:rPr>
                <w:rFonts w:ascii="Poppins" w:hAnsi="Poppins" w:cs="Poppins"/>
                <w:color w:val="FFC000"/>
                <w:sz w:val="20"/>
              </w:rPr>
              <w:t>x</w:t>
            </w:r>
            <w:r w:rsidRPr="00163E9E">
              <w:rPr>
                <w:rFonts w:ascii="Poppins" w:hAnsi="Poppins" w:cs="Poppins"/>
                <w:color w:val="FFC000"/>
                <w:sz w:val="20"/>
              </w:rPr>
              <w:t>2</w:t>
            </w:r>
          </w:p>
        </w:tc>
        <w:tc>
          <w:tcPr>
            <w:tcW w:w="6101" w:type="dxa"/>
          </w:tcPr>
          <w:p w14:paraId="1FC96A8C" w14:textId="77777777" w:rsidR="005E57E1" w:rsidRPr="00B74439" w:rsidRDefault="005E57E1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B74439">
              <w:rPr>
                <w:rFonts w:ascii="Poppins" w:hAnsi="Poppins" w:cs="Poppins"/>
                <w:sz w:val="20"/>
              </w:rPr>
              <w:t xml:space="preserve">Sistema di riscaldamento/raffrescamento a pavimento. </w:t>
            </w:r>
          </w:p>
          <w:p w14:paraId="0D09423F" w14:textId="77777777" w:rsidR="005E57E1" w:rsidRPr="00B74439" w:rsidRDefault="005E57E1" w:rsidP="00541B0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3F2602" w14:textId="77777777" w:rsidR="005E57E1" w:rsidRPr="00B74439" w:rsidRDefault="005E57E1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B74439">
              <w:rPr>
                <w:rFonts w:ascii="Poppins" w:hAnsi="Poppins" w:cs="Poppins"/>
                <w:sz w:val="20"/>
              </w:rPr>
              <w:t>Il sistema è costituito da:</w:t>
            </w:r>
          </w:p>
          <w:p w14:paraId="0CA1DA45" w14:textId="77777777" w:rsidR="005E57E1" w:rsidRPr="00B74439" w:rsidRDefault="005E57E1" w:rsidP="00541B04">
            <w:pPr>
              <w:pStyle w:val="Paragrafoelenco"/>
              <w:numPr>
                <w:ilvl w:val="0"/>
                <w:numId w:val="20"/>
              </w:numPr>
              <w:spacing w:after="160" w:line="256" w:lineRule="auto"/>
              <w:contextualSpacing/>
              <w:jc w:val="both"/>
              <w:rPr>
                <w:rFonts w:ascii="Poppins" w:hAnsi="Poppins" w:cs="Poppins"/>
              </w:rPr>
            </w:pPr>
            <w:r w:rsidRPr="00B74439">
              <w:rPr>
                <w:rFonts w:ascii="Poppins" w:hAnsi="Poppins" w:cs="Poppins"/>
              </w:rPr>
              <w:t xml:space="preserve">Pannello isolante in polietilene espanso (EPS) stampato Plan </w:t>
            </w:r>
            <w:proofErr w:type="spellStart"/>
            <w:r w:rsidRPr="00B74439">
              <w:rPr>
                <w:rFonts w:ascii="Poppins" w:hAnsi="Poppins" w:cs="Poppins"/>
              </w:rPr>
              <w:t>Floo</w:t>
            </w:r>
            <w:r w:rsidRPr="00B74439">
              <w:rPr>
                <w:rFonts w:ascii="Poppins" w:hAnsi="Poppins" w:cs="Poppins"/>
                <w:color w:val="000000" w:themeColor="text1"/>
              </w:rPr>
              <w:t>r</w:t>
            </w:r>
            <w:proofErr w:type="spellEnd"/>
            <w:r w:rsidRPr="00B74439">
              <w:rPr>
                <w:rFonts w:ascii="Poppins" w:hAnsi="Poppins" w:cs="Poppins"/>
                <w:color w:val="000000" w:themeColor="text1"/>
              </w:rPr>
              <w:t xml:space="preserve"> H30 per </w:t>
            </w:r>
            <w:r w:rsidRPr="00B74439">
              <w:rPr>
                <w:rFonts w:ascii="Poppins" w:hAnsi="Poppins" w:cs="Poppins"/>
              </w:rPr>
              <w:t>isolamento termico per tubazioni 16x2, 17x2, 20x2 e 25x2,3 con impronte superficiali per la posa dei tubi ed incastri perimetrali e rivestito da un film termoformato, con accoppiamento a caldo, in polistirene rigido spessore 0,16 mm. Passo tubi 10 cm.</w:t>
            </w:r>
          </w:p>
          <w:p w14:paraId="383F3DBE" w14:textId="77777777" w:rsidR="005E57E1" w:rsidRPr="00B74439" w:rsidRDefault="005E57E1" w:rsidP="00541B04">
            <w:pPr>
              <w:pStyle w:val="Paragrafoelenco"/>
              <w:numPr>
                <w:ilvl w:val="0"/>
                <w:numId w:val="20"/>
              </w:numPr>
              <w:spacing w:after="160" w:line="256" w:lineRule="auto"/>
              <w:contextualSpacing/>
              <w:jc w:val="both"/>
              <w:rPr>
                <w:rFonts w:ascii="Poppins" w:hAnsi="Poppins" w:cs="Poppins"/>
              </w:rPr>
            </w:pPr>
            <w:r w:rsidRPr="00B74439">
              <w:rPr>
                <w:rFonts w:ascii="Poppins" w:hAnsi="Poppins" w:cs="Poppins"/>
              </w:rPr>
              <w:t>Striscia isolante perimetrale in polietilene espanso a cellule chiuse, con banda adesiva per il fissaggio a parete, spessore 5 mm e altezza 150 mm.</w:t>
            </w:r>
          </w:p>
          <w:p w14:paraId="6D307019" w14:textId="77777777" w:rsidR="005E57E1" w:rsidRPr="00B74439" w:rsidRDefault="005E57E1" w:rsidP="00541B04">
            <w:pPr>
              <w:pStyle w:val="Paragrafoelenco"/>
              <w:numPr>
                <w:ilvl w:val="0"/>
                <w:numId w:val="20"/>
              </w:numPr>
              <w:spacing w:after="160" w:line="256" w:lineRule="auto"/>
              <w:contextualSpacing/>
              <w:jc w:val="both"/>
              <w:rPr>
                <w:rFonts w:ascii="Poppins" w:hAnsi="Poppins" w:cs="Poppins"/>
              </w:rPr>
            </w:pPr>
            <w:r w:rsidRPr="00B74439">
              <w:rPr>
                <w:rFonts w:ascii="Poppins" w:hAnsi="Poppins" w:cs="Poppins"/>
              </w:rPr>
              <w:t xml:space="preserve">Tubazioni: </w:t>
            </w:r>
            <w:proofErr w:type="spellStart"/>
            <w:r w:rsidRPr="00B74439">
              <w:rPr>
                <w:rFonts w:ascii="Poppins" w:hAnsi="Poppins" w:cs="Poppins"/>
                <w:color w:val="00B050"/>
              </w:rPr>
              <w:t>Alpert</w:t>
            </w:r>
            <w:proofErr w:type="spellEnd"/>
            <w:r w:rsidRPr="00B74439">
              <w:rPr>
                <w:rFonts w:ascii="Poppins" w:hAnsi="Poppins" w:cs="Poppins"/>
                <w:color w:val="00B050"/>
              </w:rPr>
              <w:t xml:space="preserve"> 16x2 - 20x2 </w:t>
            </w:r>
            <w:r w:rsidRPr="00B74439">
              <w:rPr>
                <w:rFonts w:ascii="Poppins" w:hAnsi="Poppins" w:cs="Poppins"/>
              </w:rPr>
              <w:t xml:space="preserve">/ </w:t>
            </w:r>
            <w:r w:rsidRPr="00B74439">
              <w:rPr>
                <w:rFonts w:ascii="Poppins" w:hAnsi="Poppins" w:cs="Poppins"/>
                <w:color w:val="FF0000"/>
              </w:rPr>
              <w:t>PE-</w:t>
            </w:r>
            <w:proofErr w:type="spellStart"/>
            <w:r w:rsidRPr="00B74439">
              <w:rPr>
                <w:rFonts w:ascii="Poppins" w:hAnsi="Poppins" w:cs="Poppins"/>
                <w:color w:val="FF0000"/>
              </w:rPr>
              <w:t>Xa</w:t>
            </w:r>
            <w:proofErr w:type="spellEnd"/>
            <w:r w:rsidRPr="00B74439">
              <w:rPr>
                <w:rFonts w:ascii="Poppins" w:hAnsi="Poppins" w:cs="Poppins"/>
                <w:color w:val="FF0000"/>
              </w:rPr>
              <w:t xml:space="preserve"> 17x2 – 20x2 – 25x2,3  </w:t>
            </w:r>
            <w:r w:rsidRPr="00B74439">
              <w:rPr>
                <w:rFonts w:ascii="Poppins" w:hAnsi="Poppins" w:cs="Poppins"/>
                <w:color w:val="000000" w:themeColor="text1"/>
              </w:rPr>
              <w:t xml:space="preserve">/ </w:t>
            </w:r>
            <w:r w:rsidRPr="00B74439">
              <w:rPr>
                <w:rFonts w:ascii="Poppins" w:hAnsi="Poppins" w:cs="Poppins"/>
                <w:color w:val="0070C0"/>
              </w:rPr>
              <w:t>PE-</w:t>
            </w:r>
            <w:proofErr w:type="spellStart"/>
            <w:r w:rsidRPr="00B74439">
              <w:rPr>
                <w:rFonts w:ascii="Poppins" w:hAnsi="Poppins" w:cs="Poppins"/>
                <w:color w:val="0070C0"/>
              </w:rPr>
              <w:t>Xc</w:t>
            </w:r>
            <w:proofErr w:type="spellEnd"/>
            <w:r w:rsidRPr="00B74439">
              <w:rPr>
                <w:rFonts w:ascii="Poppins" w:hAnsi="Poppins" w:cs="Poppins"/>
                <w:color w:val="0070C0"/>
              </w:rPr>
              <w:t xml:space="preserve"> </w:t>
            </w:r>
            <w:r>
              <w:rPr>
                <w:rFonts w:ascii="Poppins" w:hAnsi="Poppins" w:cs="Poppins"/>
                <w:color w:val="0070C0"/>
              </w:rPr>
              <w:t xml:space="preserve">12x2 - </w:t>
            </w:r>
            <w:r w:rsidRPr="00B74439">
              <w:rPr>
                <w:rFonts w:ascii="Poppins" w:hAnsi="Poppins" w:cs="Poppins"/>
                <w:color w:val="0070C0"/>
              </w:rPr>
              <w:t>17x2 – 20x2</w:t>
            </w:r>
            <w:r>
              <w:rPr>
                <w:rFonts w:ascii="Poppins" w:hAnsi="Poppins" w:cs="Poppins"/>
                <w:color w:val="0070C0"/>
              </w:rPr>
              <w:t xml:space="preserve"> </w:t>
            </w:r>
            <w:r w:rsidRPr="00163E9E">
              <w:rPr>
                <w:rFonts w:ascii="Poppins" w:hAnsi="Poppins" w:cs="Poppins"/>
              </w:rPr>
              <w:t xml:space="preserve">/ </w:t>
            </w:r>
            <w:r w:rsidRPr="00163E9E">
              <w:rPr>
                <w:rFonts w:ascii="Poppins" w:hAnsi="Poppins" w:cs="Poppins"/>
                <w:color w:val="FFC000"/>
              </w:rPr>
              <w:t>PE-RT 17</w:t>
            </w:r>
            <w:r>
              <w:rPr>
                <w:rFonts w:ascii="Poppins" w:hAnsi="Poppins" w:cs="Poppins"/>
                <w:color w:val="FFC000"/>
              </w:rPr>
              <w:t>x</w:t>
            </w:r>
            <w:r w:rsidRPr="00163E9E">
              <w:rPr>
                <w:rFonts w:ascii="Poppins" w:hAnsi="Poppins" w:cs="Poppins"/>
                <w:color w:val="FFC000"/>
              </w:rPr>
              <w:t>2</w:t>
            </w:r>
          </w:p>
          <w:p w14:paraId="76495342" w14:textId="77777777" w:rsidR="005E57E1" w:rsidRPr="00B74439" w:rsidRDefault="005E57E1" w:rsidP="00541B04">
            <w:pPr>
              <w:pStyle w:val="Paragrafoelenco"/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Poppins" w:hAnsi="Poppins" w:cs="Poppins"/>
              </w:rPr>
            </w:pPr>
            <w:r w:rsidRPr="00B74439">
              <w:rPr>
                <w:rFonts w:ascii="Poppins" w:hAnsi="Poppins" w:cs="Poppins"/>
              </w:rPr>
              <w:t>Eventuale foglio in polietilene, con funzione di strato separatore fra i pannelli e la soletta.</w:t>
            </w:r>
          </w:p>
          <w:p w14:paraId="760C05A2" w14:textId="77777777" w:rsidR="005E57E1" w:rsidRDefault="005E57E1" w:rsidP="00541B04">
            <w:pPr>
              <w:pStyle w:val="Paragrafoelenco"/>
              <w:numPr>
                <w:ilvl w:val="0"/>
                <w:numId w:val="20"/>
              </w:num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  <w:r w:rsidRPr="00B74439">
              <w:rPr>
                <w:rFonts w:ascii="Poppins" w:hAnsi="Poppins" w:cs="Poppins"/>
              </w:rPr>
              <w:t>Altri accessori e componenti per la realizzazione del sistema a regola d’arte.</w:t>
            </w:r>
          </w:p>
          <w:p w14:paraId="4640FF07" w14:textId="77777777" w:rsidR="005E57E1" w:rsidRPr="002C69FC" w:rsidRDefault="005E57E1" w:rsidP="00541B04">
            <w:pPr>
              <w:spacing w:after="160" w:line="252" w:lineRule="auto"/>
              <w:contextualSpacing/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46848E07" w14:textId="77777777" w:rsidR="005E57E1" w:rsidRPr="00B74439" w:rsidRDefault="005E57E1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B74439">
              <w:rPr>
                <w:rFonts w:ascii="Poppins" w:hAnsi="Poppins" w:cs="Poppins"/>
                <w:sz w:val="20"/>
              </w:rPr>
              <w:t>Il sistema è conforme al tipo A (impianti con tubi completamente annegati nel massetto) come indicato nella norma UNI EN 1264-1. I pannelli sono prodotti in conformità alla norma UNI EN 13163 (isolanti termici per edilizia - prodotti in polistirene espanso ottenuti in fabbrica) e certificati come da Regolamento (UE) N. 305/2011. Presenza della marcatura CE sui pannelli e sulle etichette degli imballi.</w:t>
            </w:r>
          </w:p>
          <w:p w14:paraId="66497E41" w14:textId="77777777" w:rsidR="005E57E1" w:rsidRPr="00B74439" w:rsidRDefault="005E57E1" w:rsidP="00541B0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C7D6A0B" w14:textId="77777777" w:rsidR="005E57E1" w:rsidRPr="00B74439" w:rsidRDefault="005E57E1" w:rsidP="00541B0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4439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B74439">
              <w:rPr>
                <w:rFonts w:ascii="Poppins" w:hAnsi="Poppins" w:cs="Poppins"/>
                <w:b/>
                <w:sz w:val="20"/>
              </w:rPr>
              <w:t xml:space="preserve"> – Modello Pannello isolante Plan </w:t>
            </w:r>
            <w:proofErr w:type="spellStart"/>
            <w:r w:rsidRPr="00B74439">
              <w:rPr>
                <w:rFonts w:ascii="Poppins" w:hAnsi="Poppins" w:cs="Poppins"/>
                <w:b/>
                <w:color w:val="000000" w:themeColor="text1"/>
                <w:sz w:val="20"/>
              </w:rPr>
              <w:t>Floor</w:t>
            </w:r>
            <w:proofErr w:type="spellEnd"/>
            <w:r w:rsidRPr="00B74439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H30</w:t>
            </w:r>
            <w:r w:rsidRPr="00B74439">
              <w:rPr>
                <w:rFonts w:ascii="Poppins" w:hAnsi="Poppins" w:cs="Poppins"/>
                <w:b/>
                <w:sz w:val="20"/>
              </w:rPr>
              <w:t xml:space="preserve"> con tubazione </w:t>
            </w:r>
            <w:proofErr w:type="spellStart"/>
            <w:r w:rsidRPr="00B74439">
              <w:rPr>
                <w:rFonts w:ascii="Poppins" w:hAnsi="Poppins" w:cs="Poppins"/>
                <w:b/>
                <w:color w:val="00B050"/>
                <w:sz w:val="20"/>
              </w:rPr>
              <w:t>Alpert</w:t>
            </w:r>
            <w:proofErr w:type="spellEnd"/>
            <w:r w:rsidRPr="00B74439">
              <w:rPr>
                <w:rFonts w:ascii="Poppins" w:hAnsi="Poppins" w:cs="Poppins"/>
                <w:b/>
                <w:color w:val="00B050"/>
                <w:sz w:val="20"/>
              </w:rPr>
              <w:t xml:space="preserve"> 16x2 - 20x2 </w:t>
            </w:r>
            <w:r w:rsidRPr="00B74439">
              <w:rPr>
                <w:rFonts w:ascii="Poppins" w:hAnsi="Poppins" w:cs="Poppins"/>
                <w:b/>
                <w:sz w:val="20"/>
              </w:rPr>
              <w:t xml:space="preserve">/ </w:t>
            </w:r>
            <w:r w:rsidRPr="00B74439">
              <w:rPr>
                <w:rFonts w:ascii="Poppins" w:hAnsi="Poppins" w:cs="Poppins"/>
                <w:b/>
                <w:color w:val="FF0000"/>
                <w:sz w:val="20"/>
              </w:rPr>
              <w:t>PE-</w:t>
            </w:r>
            <w:proofErr w:type="spellStart"/>
            <w:r w:rsidRPr="00B74439">
              <w:rPr>
                <w:rFonts w:ascii="Poppins" w:hAnsi="Poppins" w:cs="Poppins"/>
                <w:b/>
                <w:color w:val="FF0000"/>
                <w:sz w:val="20"/>
              </w:rPr>
              <w:t>Xa</w:t>
            </w:r>
            <w:proofErr w:type="spellEnd"/>
            <w:r w:rsidRPr="00B74439">
              <w:rPr>
                <w:rFonts w:ascii="Poppins" w:hAnsi="Poppins" w:cs="Poppins"/>
                <w:b/>
                <w:color w:val="FF0000"/>
                <w:sz w:val="20"/>
              </w:rPr>
              <w:t xml:space="preserve"> 17x2 – 20x2 – 25x2,3  </w:t>
            </w:r>
            <w:r w:rsidRPr="00B74439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/ </w:t>
            </w:r>
            <w:r w:rsidRPr="00B74439">
              <w:rPr>
                <w:rFonts w:ascii="Poppins" w:hAnsi="Poppins" w:cs="Poppins"/>
                <w:b/>
                <w:color w:val="0070C0"/>
                <w:sz w:val="20"/>
              </w:rPr>
              <w:t>PE-</w:t>
            </w:r>
            <w:proofErr w:type="spellStart"/>
            <w:r w:rsidRPr="00B74439">
              <w:rPr>
                <w:rFonts w:ascii="Poppins" w:hAnsi="Poppins" w:cs="Poppins"/>
                <w:b/>
                <w:color w:val="0070C0"/>
                <w:sz w:val="20"/>
              </w:rPr>
              <w:t>Xc</w:t>
            </w:r>
            <w:proofErr w:type="spellEnd"/>
            <w:r w:rsidRPr="00B74439">
              <w:rPr>
                <w:rFonts w:ascii="Poppins" w:hAnsi="Poppins" w:cs="Poppins"/>
                <w:b/>
                <w:color w:val="0070C0"/>
                <w:sz w:val="20"/>
              </w:rPr>
              <w:t xml:space="preserve"> 17x2 – 20x2</w:t>
            </w:r>
            <w:r w:rsidRPr="00B74439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63E9E">
              <w:rPr>
                <w:rFonts w:ascii="Poppins" w:hAnsi="Poppins" w:cs="Poppins"/>
                <w:b/>
                <w:bCs/>
                <w:sz w:val="20"/>
              </w:rPr>
              <w:t xml:space="preserve">/ </w:t>
            </w:r>
            <w:r w:rsidRPr="00163E9E">
              <w:rPr>
                <w:rFonts w:ascii="Poppins" w:hAnsi="Poppins" w:cs="Poppins"/>
                <w:b/>
                <w:bCs/>
                <w:color w:val="FFC000"/>
                <w:sz w:val="20"/>
              </w:rPr>
              <w:t>PE-RT 17</w:t>
            </w:r>
            <w:r>
              <w:rPr>
                <w:rFonts w:ascii="Poppins" w:hAnsi="Poppins" w:cs="Poppins"/>
                <w:b/>
                <w:bCs/>
                <w:color w:val="FFC000"/>
                <w:sz w:val="20"/>
              </w:rPr>
              <w:t>x</w:t>
            </w:r>
            <w:r w:rsidRPr="00163E9E">
              <w:rPr>
                <w:rFonts w:ascii="Poppins" w:hAnsi="Poppins" w:cs="Poppins"/>
                <w:b/>
                <w:bCs/>
                <w:color w:val="FFC000"/>
                <w:sz w:val="20"/>
              </w:rPr>
              <w:t>2</w:t>
            </w:r>
            <w:r w:rsidRPr="00163E9E">
              <w:rPr>
                <w:rFonts w:ascii="Poppins" w:hAnsi="Poppins" w:cs="Poppins"/>
                <w:color w:val="FFC000"/>
                <w:sz w:val="20"/>
              </w:rPr>
              <w:t xml:space="preserve"> </w:t>
            </w:r>
            <w:r w:rsidRPr="00B74439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16B8D4D2" w14:textId="77777777" w:rsidR="005E57E1" w:rsidRDefault="005E57E1"/>
    <w:p w14:paraId="3740E930" w14:textId="77777777" w:rsidR="005E57E1" w:rsidRDefault="005E57E1"/>
    <w:p w14:paraId="04E0E553" w14:textId="77777777" w:rsidR="005E57E1" w:rsidRDefault="005E57E1"/>
    <w:p w14:paraId="69B30756" w14:textId="77777777" w:rsidR="005E57E1" w:rsidRDefault="005E57E1"/>
    <w:p w14:paraId="2B1E983B" w14:textId="77777777" w:rsidR="005E57E1" w:rsidRDefault="005E57E1"/>
    <w:p w14:paraId="5CA52A22" w14:textId="77777777" w:rsidR="005E57E1" w:rsidRDefault="005E57E1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009C01A6" w14:textId="77777777" w:rsidTr="00FD02BC">
        <w:tc>
          <w:tcPr>
            <w:tcW w:w="1311" w:type="dxa"/>
          </w:tcPr>
          <w:p w14:paraId="412E1226" w14:textId="77777777" w:rsidR="00757AC7" w:rsidRPr="00B74439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B74439">
              <w:rPr>
                <w:rFonts w:ascii="Poppins" w:hAnsi="Poppins" w:cs="Poppins"/>
                <w:b/>
                <w:bCs/>
                <w:sz w:val="20"/>
              </w:rPr>
              <w:lastRenderedPageBreak/>
              <w:t>Codice</w:t>
            </w:r>
          </w:p>
        </w:tc>
        <w:tc>
          <w:tcPr>
            <w:tcW w:w="2086" w:type="dxa"/>
          </w:tcPr>
          <w:p w14:paraId="1F7B1A4B" w14:textId="77777777" w:rsidR="00757AC7" w:rsidRPr="00B74439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B74439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0AC6498" w14:textId="77777777" w:rsidR="00757AC7" w:rsidRPr="00B74439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B74439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B74439" w:rsidRPr="004C6F17" w14:paraId="37744ECB" w14:textId="77777777" w:rsidTr="00FD02BC">
        <w:tc>
          <w:tcPr>
            <w:tcW w:w="1311" w:type="dxa"/>
          </w:tcPr>
          <w:p w14:paraId="675FBA42" w14:textId="77777777" w:rsidR="00B74439" w:rsidRPr="00B74439" w:rsidRDefault="00B74439" w:rsidP="00B74439">
            <w:pPr>
              <w:jc w:val="center"/>
              <w:rPr>
                <w:rFonts w:ascii="Poppins" w:hAnsi="Poppins" w:cs="Poppins"/>
                <w:sz w:val="20"/>
              </w:rPr>
            </w:pPr>
            <w:r w:rsidRPr="00B74439">
              <w:rPr>
                <w:rFonts w:ascii="Poppins" w:hAnsi="Poppins" w:cs="Poppins"/>
                <w:sz w:val="20"/>
              </w:rPr>
              <w:t>28130072</w:t>
            </w:r>
          </w:p>
        </w:tc>
        <w:tc>
          <w:tcPr>
            <w:tcW w:w="2086" w:type="dxa"/>
          </w:tcPr>
          <w:p w14:paraId="0076F4FF" w14:textId="77777777" w:rsidR="00B74439" w:rsidRDefault="00B74439" w:rsidP="00B74439">
            <w:pPr>
              <w:jc w:val="center"/>
              <w:rPr>
                <w:rFonts w:ascii="Poppins" w:hAnsi="Poppins" w:cs="Poppins"/>
                <w:sz w:val="20"/>
                <w:lang w:val="es-ES"/>
              </w:rPr>
            </w:pPr>
            <w:proofErr w:type="spellStart"/>
            <w:r w:rsidRPr="0029004D">
              <w:rPr>
                <w:rFonts w:ascii="Poppins" w:hAnsi="Poppins" w:cs="Poppins"/>
                <w:sz w:val="20"/>
                <w:lang w:val="es-ES"/>
              </w:rPr>
              <w:t>Pannello</w:t>
            </w:r>
            <w:proofErr w:type="spellEnd"/>
            <w:r w:rsidRPr="0029004D">
              <w:rPr>
                <w:rFonts w:ascii="Poppins" w:hAnsi="Poppins" w:cs="Poppins"/>
                <w:sz w:val="20"/>
                <w:lang w:val="es-ES"/>
              </w:rPr>
              <w:t xml:space="preserve"> </w:t>
            </w:r>
            <w:proofErr w:type="spellStart"/>
            <w:r w:rsidRPr="0029004D">
              <w:rPr>
                <w:rFonts w:ascii="Poppins" w:hAnsi="Poppins" w:cs="Poppins"/>
                <w:sz w:val="20"/>
                <w:lang w:val="es-ES"/>
              </w:rPr>
              <w:t>isolante</w:t>
            </w:r>
            <w:proofErr w:type="spellEnd"/>
            <w:r w:rsidRPr="0029004D">
              <w:rPr>
                <w:rFonts w:ascii="Poppins" w:hAnsi="Poppins" w:cs="Poppins"/>
                <w:sz w:val="20"/>
                <w:lang w:val="es-ES"/>
              </w:rPr>
              <w:t xml:space="preserve"> Plan </w:t>
            </w:r>
            <w:proofErr w:type="spellStart"/>
            <w:r w:rsidRPr="0029004D">
              <w:rPr>
                <w:rFonts w:ascii="Poppins" w:hAnsi="Poppins" w:cs="Poppins"/>
                <w:sz w:val="20"/>
                <w:lang w:val="es-ES"/>
              </w:rPr>
              <w:t>Floor</w:t>
            </w:r>
            <w:proofErr w:type="spellEnd"/>
            <w:r w:rsidRPr="0029004D">
              <w:rPr>
                <w:rFonts w:ascii="Poppins" w:hAnsi="Poppins" w:cs="Poppins"/>
                <w:sz w:val="20"/>
                <w:lang w:val="es-ES"/>
              </w:rPr>
              <w:t xml:space="preserve"> H30</w:t>
            </w:r>
          </w:p>
          <w:p w14:paraId="5E7951C3" w14:textId="7A3AFBF5" w:rsidR="005433F4" w:rsidRPr="0029004D" w:rsidRDefault="005433F4" w:rsidP="00B74439">
            <w:pPr>
              <w:jc w:val="center"/>
              <w:rPr>
                <w:rFonts w:ascii="Poppins" w:hAnsi="Poppins" w:cs="Poppins"/>
                <w:sz w:val="20"/>
                <w:lang w:val="es-ES"/>
              </w:rPr>
            </w:pPr>
            <w:r>
              <w:rPr>
                <w:rFonts w:ascii="Poppins" w:hAnsi="Poppins" w:cs="Poppins"/>
                <w:sz w:val="20"/>
                <w:lang w:val="es-ES"/>
              </w:rPr>
              <w:t>(Conf. 10,56 m2)</w:t>
            </w:r>
          </w:p>
        </w:tc>
        <w:tc>
          <w:tcPr>
            <w:tcW w:w="6101" w:type="dxa"/>
          </w:tcPr>
          <w:p w14:paraId="40056D5C" w14:textId="77777777" w:rsidR="00FE2BDE" w:rsidRDefault="00B74439" w:rsidP="00B74439">
            <w:pPr>
              <w:jc w:val="both"/>
              <w:rPr>
                <w:rFonts w:ascii="Poppins" w:hAnsi="Poppins" w:cs="Poppins"/>
                <w:sz w:val="20"/>
              </w:rPr>
            </w:pPr>
            <w:r w:rsidRPr="00B74439">
              <w:rPr>
                <w:rFonts w:ascii="Poppins" w:hAnsi="Poppins" w:cs="Poppins"/>
                <w:sz w:val="20"/>
              </w:rPr>
              <w:t>Pannello in polistirene espanso elasticizzato tipo EPS 200, in conformità alla norma UNI 13163, stampato per isolamento termico con impronte superficiali per la posa dei tubi e rivestito da un film termoformato, con accoppiamento a caldo, in polistirene rigido spessore 0,16 mm.</w:t>
            </w:r>
          </w:p>
          <w:p w14:paraId="74AFD7F4" w14:textId="77777777" w:rsidR="00FE2BDE" w:rsidRDefault="00FE2BDE" w:rsidP="00B7443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4DDCFA" w14:textId="77777777" w:rsidR="00FE2BDE" w:rsidRDefault="00B74439" w:rsidP="00B74439">
            <w:pPr>
              <w:jc w:val="both"/>
              <w:rPr>
                <w:rFonts w:ascii="Poppins" w:hAnsi="Poppins" w:cs="Poppins"/>
                <w:sz w:val="20"/>
              </w:rPr>
            </w:pPr>
            <w:r w:rsidRPr="00B74439">
              <w:rPr>
                <w:rFonts w:ascii="Poppins" w:hAnsi="Poppins" w:cs="Poppins"/>
                <w:sz w:val="20"/>
              </w:rPr>
              <w:t>Passo impronte 50 mm.</w:t>
            </w:r>
          </w:p>
          <w:p w14:paraId="5502758F" w14:textId="5304D0B6" w:rsidR="00FE2BDE" w:rsidRDefault="00B74439" w:rsidP="00B74439">
            <w:pPr>
              <w:jc w:val="both"/>
              <w:rPr>
                <w:rFonts w:ascii="Poppins" w:hAnsi="Poppins" w:cs="Poppins"/>
                <w:sz w:val="20"/>
              </w:rPr>
            </w:pPr>
            <w:r w:rsidRPr="00B74439">
              <w:rPr>
                <w:rFonts w:ascii="Poppins" w:hAnsi="Poppins" w:cs="Poppins"/>
                <w:bCs/>
                <w:sz w:val="20"/>
                <w:shd w:val="clear" w:color="auto" w:fill="FFFFFF"/>
              </w:rPr>
              <w:t>Densità 30 kg/m</w:t>
            </w:r>
            <w:r w:rsidR="00FE2BDE">
              <w:rPr>
                <w:rFonts w:ascii="Poppins" w:hAnsi="Poppins" w:cs="Poppins"/>
                <w:bCs/>
                <w:sz w:val="20"/>
                <w:shd w:val="clear" w:color="auto" w:fill="FFFFFF"/>
              </w:rPr>
              <w:t>3</w:t>
            </w:r>
            <w:r w:rsidRPr="00B74439">
              <w:rPr>
                <w:rFonts w:ascii="Poppins" w:hAnsi="Poppins" w:cs="Poppins"/>
                <w:sz w:val="20"/>
              </w:rPr>
              <w:t>, resistenza termica RD 0</w:t>
            </w:r>
            <w:r w:rsidR="005433F4">
              <w:rPr>
                <w:rFonts w:ascii="Poppins" w:hAnsi="Poppins" w:cs="Poppins"/>
                <w:sz w:val="20"/>
              </w:rPr>
              <w:t>,</w:t>
            </w:r>
            <w:r w:rsidRPr="00B74439">
              <w:rPr>
                <w:rFonts w:ascii="Poppins" w:hAnsi="Poppins" w:cs="Poppins"/>
                <w:sz w:val="20"/>
              </w:rPr>
              <w:t>90 m</w:t>
            </w:r>
            <w:r w:rsidR="00FE2BDE">
              <w:rPr>
                <w:rFonts w:ascii="Poppins" w:hAnsi="Poppins" w:cs="Poppins"/>
                <w:sz w:val="20"/>
              </w:rPr>
              <w:t>2</w:t>
            </w:r>
            <w:r w:rsidRPr="00B74439">
              <w:rPr>
                <w:rFonts w:ascii="Poppins" w:hAnsi="Poppins" w:cs="Poppins"/>
                <w:sz w:val="20"/>
              </w:rPr>
              <w:t>K/W, spessore lastra 30 mm e spessore totale 30 mm.</w:t>
            </w:r>
          </w:p>
          <w:p w14:paraId="21DF138D" w14:textId="2433098F" w:rsidR="00FE2BDE" w:rsidRDefault="00B74439" w:rsidP="00B74439">
            <w:pPr>
              <w:jc w:val="both"/>
              <w:rPr>
                <w:rFonts w:ascii="Poppins" w:hAnsi="Poppins" w:cs="Poppins"/>
                <w:sz w:val="20"/>
              </w:rPr>
            </w:pPr>
            <w:r w:rsidRPr="00B74439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6F42933C" w14:textId="70C71E37" w:rsidR="00B74439" w:rsidRPr="00B74439" w:rsidRDefault="00B74439" w:rsidP="00B7443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4439">
              <w:rPr>
                <w:rFonts w:ascii="Poppins" w:hAnsi="Poppins" w:cs="Poppins"/>
                <w:sz w:val="20"/>
              </w:rPr>
              <w:t>Dimensioni (mm) 1100x600x30, confezione da 10,56 m</w:t>
            </w:r>
            <w:r w:rsidR="00FE2BDE">
              <w:rPr>
                <w:rFonts w:ascii="Poppins" w:hAnsi="Poppins" w:cs="Poppins"/>
                <w:sz w:val="20"/>
              </w:rPr>
              <w:t>2</w:t>
            </w:r>
            <w:r w:rsidRPr="00B74439">
              <w:rPr>
                <w:rFonts w:ascii="Poppins" w:hAnsi="Poppins" w:cs="Poppins"/>
                <w:sz w:val="20"/>
              </w:rPr>
              <w:t>.</w:t>
            </w:r>
          </w:p>
          <w:p w14:paraId="68174620" w14:textId="77777777" w:rsidR="00B74439" w:rsidRPr="00B74439" w:rsidRDefault="00B74439" w:rsidP="00B74439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FEA3807" w14:textId="65C2CA8E" w:rsidR="00B74439" w:rsidRPr="00B74439" w:rsidRDefault="00B74439" w:rsidP="00B74439">
            <w:pPr>
              <w:jc w:val="both"/>
              <w:rPr>
                <w:rFonts w:ascii="Poppins" w:hAnsi="Poppins" w:cs="Poppins"/>
                <w:sz w:val="20"/>
              </w:rPr>
            </w:pPr>
            <w:r w:rsidRPr="00B74439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0216E">
              <w:rPr>
                <w:rFonts w:ascii="Poppins" w:hAnsi="Poppins" w:cs="Poppins"/>
                <w:b/>
                <w:sz w:val="20"/>
              </w:rPr>
              <w:t>Emmeti</w:t>
            </w:r>
            <w:r w:rsidRPr="00B74439">
              <w:rPr>
                <w:rFonts w:ascii="Poppins" w:hAnsi="Poppins" w:cs="Poppins"/>
                <w:b/>
                <w:sz w:val="20"/>
              </w:rPr>
              <w:t xml:space="preserve"> – Modello Pannello isolante Plan </w:t>
            </w:r>
            <w:proofErr w:type="spellStart"/>
            <w:r w:rsidRPr="00B74439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B74439">
              <w:rPr>
                <w:rFonts w:ascii="Poppins" w:hAnsi="Poppins" w:cs="Poppins"/>
                <w:b/>
                <w:sz w:val="20"/>
              </w:rPr>
              <w:t xml:space="preserve"> H30</w:t>
            </w:r>
            <w:r w:rsidR="005433F4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5433F4" w:rsidRPr="005433F4">
              <w:rPr>
                <w:rFonts w:ascii="Poppins" w:hAnsi="Poppins" w:cs="Poppins"/>
                <w:b/>
                <w:sz w:val="20"/>
              </w:rPr>
              <w:t>(Conf. 10,56 m2)</w:t>
            </w:r>
            <w:r w:rsidRPr="00B74439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29004D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81FA7" w:rsidRPr="004C6F17" w14:paraId="14C3F366" w14:textId="77777777" w:rsidTr="00FD02BC">
        <w:tc>
          <w:tcPr>
            <w:tcW w:w="1311" w:type="dxa"/>
          </w:tcPr>
          <w:p w14:paraId="03FF8AF4" w14:textId="1D430EFB" w:rsidR="00381FA7" w:rsidRPr="00B74439" w:rsidRDefault="00381FA7" w:rsidP="00381FA7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28107002</w:t>
            </w:r>
          </w:p>
        </w:tc>
        <w:tc>
          <w:tcPr>
            <w:tcW w:w="2086" w:type="dxa"/>
          </w:tcPr>
          <w:p w14:paraId="6303DF26" w14:textId="77777777" w:rsidR="00381FA7" w:rsidRPr="00844912" w:rsidRDefault="00381FA7" w:rsidP="00381FA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49E3CA1D" w14:textId="26949FBB" w:rsidR="00381FA7" w:rsidRPr="00B74439" w:rsidRDefault="00381FA7" w:rsidP="00381FA7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L=100 m</w:t>
            </w:r>
          </w:p>
        </w:tc>
        <w:tc>
          <w:tcPr>
            <w:tcW w:w="6101" w:type="dxa"/>
          </w:tcPr>
          <w:p w14:paraId="2A99AC7F" w14:textId="77777777" w:rsidR="00381FA7" w:rsidRPr="00844912" w:rsidRDefault="00381FA7" w:rsidP="00381FA7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647B5B0D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B60F689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1DEC66E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5A6F29B9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75A08E26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B7A46E2" w14:textId="77777777" w:rsidR="00381FA7" w:rsidRPr="00844912" w:rsidRDefault="00381FA7" w:rsidP="00381FA7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0CFE2857" w14:textId="77777777" w:rsidR="00381FA7" w:rsidRPr="00844912" w:rsidRDefault="00381FA7" w:rsidP="00381FA7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D5E5C16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77FF8098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1FF547CC" w14:textId="77777777" w:rsidR="00381FA7" w:rsidRPr="00844912" w:rsidRDefault="00381FA7" w:rsidP="00381FA7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FD02B43" w14:textId="77777777" w:rsidR="00381FA7" w:rsidRPr="00844912" w:rsidRDefault="00381FA7" w:rsidP="00381FA7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10186E21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44591BA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BF446B7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549B285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7528291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367BE08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DF20C13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29C62692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31C27792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0C71EF4A" w14:textId="77777777" w:rsidR="00381FA7" w:rsidRPr="00844912" w:rsidRDefault="00381FA7" w:rsidP="00381FA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8C1FAEC" w14:textId="09F595CB" w:rsidR="00381FA7" w:rsidRPr="00B74439" w:rsidRDefault="00381FA7" w:rsidP="00381FA7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</w:t>
            </w:r>
            <w:proofErr w:type="spellStart"/>
            <w:r w:rsidRPr="00844912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sz w:val="20"/>
              </w:rPr>
              <w:t xml:space="preserve"> 16x2, lunghezza rotolo 100 m o equivalente.</w:t>
            </w:r>
          </w:p>
        </w:tc>
      </w:tr>
      <w:tr w:rsidR="00381FA7" w:rsidRPr="004C6F17" w14:paraId="670AD74F" w14:textId="77777777" w:rsidTr="00FD02BC">
        <w:tc>
          <w:tcPr>
            <w:tcW w:w="1311" w:type="dxa"/>
          </w:tcPr>
          <w:p w14:paraId="3C5D445B" w14:textId="2EB63F27" w:rsidR="00381FA7" w:rsidRPr="00B74439" w:rsidRDefault="00381FA7" w:rsidP="00381FA7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28107000</w:t>
            </w:r>
          </w:p>
        </w:tc>
        <w:tc>
          <w:tcPr>
            <w:tcW w:w="2086" w:type="dxa"/>
          </w:tcPr>
          <w:p w14:paraId="7034D289" w14:textId="77777777" w:rsidR="00381FA7" w:rsidRPr="00844912" w:rsidRDefault="00381FA7" w:rsidP="00381FA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5D688773" w14:textId="357DCDA1" w:rsidR="00381FA7" w:rsidRPr="00B74439" w:rsidRDefault="00381FA7" w:rsidP="00381FA7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L=200 m</w:t>
            </w:r>
          </w:p>
        </w:tc>
        <w:tc>
          <w:tcPr>
            <w:tcW w:w="6101" w:type="dxa"/>
          </w:tcPr>
          <w:p w14:paraId="43792097" w14:textId="77777777" w:rsidR="00381FA7" w:rsidRPr="00844912" w:rsidRDefault="00381FA7" w:rsidP="00381FA7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18E41B99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2036ECA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58BDE352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07C69384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815E772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B5CFEF8" w14:textId="77777777" w:rsidR="00381FA7" w:rsidRPr="00844912" w:rsidRDefault="00381FA7" w:rsidP="00381FA7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29AE41EB" w14:textId="77777777" w:rsidR="00381FA7" w:rsidRPr="00844912" w:rsidRDefault="00381FA7" w:rsidP="00381FA7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D239556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7924CA39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136EDF93" w14:textId="77777777" w:rsidR="00381FA7" w:rsidRPr="00844912" w:rsidRDefault="00381FA7" w:rsidP="00381FA7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F83CF6A" w14:textId="77777777" w:rsidR="00381FA7" w:rsidRPr="00844912" w:rsidRDefault="00381FA7" w:rsidP="00381FA7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1EB8D426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33AF89F3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04C0870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FECB6BC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72B227D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CD6E73B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1B71A9C3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728A63D2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42246228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08D65D8B" w14:textId="77777777" w:rsidR="00381FA7" w:rsidRPr="00844912" w:rsidRDefault="00381FA7" w:rsidP="00381FA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F2DCBC" w14:textId="22CF5C23" w:rsidR="00381FA7" w:rsidRPr="00B74439" w:rsidRDefault="00381FA7" w:rsidP="00381FA7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</w:t>
            </w:r>
            <w:proofErr w:type="spellStart"/>
            <w:r w:rsidRPr="00844912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sz w:val="20"/>
              </w:rPr>
              <w:t xml:space="preserve"> 16x2, lunghezza rotolo 200 m o equivalente.</w:t>
            </w:r>
          </w:p>
        </w:tc>
      </w:tr>
      <w:tr w:rsidR="00381FA7" w:rsidRPr="004C6F17" w14:paraId="39AB6DEE" w14:textId="77777777" w:rsidTr="00FD02BC">
        <w:tc>
          <w:tcPr>
            <w:tcW w:w="1311" w:type="dxa"/>
          </w:tcPr>
          <w:p w14:paraId="25F2E8B0" w14:textId="2F259717" w:rsidR="00381FA7" w:rsidRPr="00B74439" w:rsidRDefault="00381FA7" w:rsidP="00381FA7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28107004</w:t>
            </w:r>
          </w:p>
        </w:tc>
        <w:tc>
          <w:tcPr>
            <w:tcW w:w="2086" w:type="dxa"/>
          </w:tcPr>
          <w:p w14:paraId="4466F2F7" w14:textId="77777777" w:rsidR="00381FA7" w:rsidRPr="00844912" w:rsidRDefault="00381FA7" w:rsidP="00381FA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00B025B3" w14:textId="3C83B896" w:rsidR="00381FA7" w:rsidRPr="00B74439" w:rsidRDefault="00381FA7" w:rsidP="00381FA7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L=500 m</w:t>
            </w:r>
          </w:p>
        </w:tc>
        <w:tc>
          <w:tcPr>
            <w:tcW w:w="6101" w:type="dxa"/>
          </w:tcPr>
          <w:p w14:paraId="3C8E4E60" w14:textId="77777777" w:rsidR="00381FA7" w:rsidRPr="00844912" w:rsidRDefault="00381FA7" w:rsidP="00381FA7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3A6188E6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4ACDB918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5142A9E1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057C069E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21681C4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347CEFAE" w14:textId="77777777" w:rsidR="00381FA7" w:rsidRPr="00844912" w:rsidRDefault="00381FA7" w:rsidP="00381FA7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803B7E3" w14:textId="77777777" w:rsidR="00381FA7" w:rsidRPr="00844912" w:rsidRDefault="00381FA7" w:rsidP="00381FA7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1B24980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2FBA524C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Condizioni massime di esercizio per 50 anni:</w:t>
            </w:r>
          </w:p>
          <w:p w14:paraId="19F3FA31" w14:textId="77777777" w:rsidR="00381FA7" w:rsidRPr="00844912" w:rsidRDefault="00381FA7" w:rsidP="00381FA7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FD1E658" w14:textId="77777777" w:rsidR="00381FA7" w:rsidRPr="00844912" w:rsidRDefault="00381FA7" w:rsidP="00381FA7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27E8ED0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C39C163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EBCEEAC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11D1221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34D4712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6AC312B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6E6F7DD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45BFD0CC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500 metri</w:t>
            </w:r>
          </w:p>
          <w:p w14:paraId="6AB9F115" w14:textId="77777777" w:rsidR="00381FA7" w:rsidRPr="00844912" w:rsidRDefault="00381FA7" w:rsidP="00381FA7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7A629DB3" w14:textId="77777777" w:rsidR="00381FA7" w:rsidRPr="00844912" w:rsidRDefault="00381FA7" w:rsidP="00381FA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0027767" w14:textId="3448CB86" w:rsidR="00381FA7" w:rsidRPr="00B74439" w:rsidRDefault="00381FA7" w:rsidP="00381FA7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</w:t>
            </w:r>
            <w:proofErr w:type="spellStart"/>
            <w:r w:rsidRPr="00844912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sz w:val="20"/>
              </w:rPr>
              <w:t xml:space="preserve"> 16x2, lunghezza rotolo 500 m o equivalente.</w:t>
            </w:r>
          </w:p>
        </w:tc>
      </w:tr>
      <w:tr w:rsidR="005924E3" w:rsidRPr="004C6F17" w14:paraId="379BE8FD" w14:textId="77777777" w:rsidTr="00FD02BC">
        <w:tc>
          <w:tcPr>
            <w:tcW w:w="1311" w:type="dxa"/>
          </w:tcPr>
          <w:p w14:paraId="213F185E" w14:textId="1A54236B" w:rsidR="005924E3" w:rsidRPr="00844912" w:rsidRDefault="005924E3" w:rsidP="005924E3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lastRenderedPageBreak/>
              <w:t>28107016</w:t>
            </w:r>
          </w:p>
        </w:tc>
        <w:tc>
          <w:tcPr>
            <w:tcW w:w="2086" w:type="dxa"/>
          </w:tcPr>
          <w:p w14:paraId="28DF78AB" w14:textId="77777777" w:rsidR="005924E3" w:rsidRPr="00904071" w:rsidRDefault="005924E3" w:rsidP="005924E3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Tubazione Emmeti</w:t>
            </w:r>
          </w:p>
          <w:p w14:paraId="202505D3" w14:textId="77777777" w:rsidR="005924E3" w:rsidRPr="00904071" w:rsidRDefault="005924E3" w:rsidP="005924E3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904071">
              <w:rPr>
                <w:rFonts w:ascii="Poppins" w:hAnsi="Poppins" w:cs="Poppins"/>
                <w:sz w:val="20"/>
              </w:rPr>
              <w:t>Alpert</w:t>
            </w:r>
            <w:proofErr w:type="spellEnd"/>
            <w:r w:rsidRPr="00904071">
              <w:rPr>
                <w:rFonts w:ascii="Poppins" w:hAnsi="Poppins" w:cs="Poppins"/>
                <w:sz w:val="20"/>
              </w:rPr>
              <w:t xml:space="preserve"> 20x2</w:t>
            </w:r>
          </w:p>
          <w:p w14:paraId="0C968CF1" w14:textId="475D30FD" w:rsidR="005924E3" w:rsidRPr="00844912" w:rsidRDefault="005924E3" w:rsidP="005924E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L=100 m</w:t>
            </w:r>
          </w:p>
        </w:tc>
        <w:tc>
          <w:tcPr>
            <w:tcW w:w="6101" w:type="dxa"/>
          </w:tcPr>
          <w:p w14:paraId="5D2D42BC" w14:textId="77777777" w:rsidR="005924E3" w:rsidRPr="0028013F" w:rsidRDefault="005924E3" w:rsidP="005924E3">
            <w:pPr>
              <w:jc w:val="both"/>
              <w:rPr>
                <w:rFonts w:ascii="Poppins" w:hAnsi="Poppins" w:cs="Poppins"/>
                <w:sz w:val="20"/>
              </w:rPr>
            </w:pPr>
            <w:r w:rsidRPr="0028013F">
              <w:rPr>
                <w:rFonts w:ascii="Poppins" w:hAnsi="Poppins" w:cs="Poppins"/>
                <w:sz w:val="20"/>
              </w:rPr>
              <w:t xml:space="preserve">Tubo multistrato </w:t>
            </w:r>
            <w:r>
              <w:rPr>
                <w:rFonts w:ascii="Poppins" w:hAnsi="Poppins" w:cs="Poppins"/>
                <w:sz w:val="20"/>
              </w:rPr>
              <w:t>20</w:t>
            </w:r>
            <w:r w:rsidRPr="0028013F">
              <w:rPr>
                <w:rFonts w:ascii="Poppins" w:hAnsi="Poppins" w:cs="Poppins"/>
                <w:sz w:val="20"/>
              </w:rPr>
              <w:t xml:space="preserve"> x 2 (diametro esterno </w:t>
            </w:r>
            <w:r>
              <w:rPr>
                <w:rFonts w:ascii="Poppins" w:hAnsi="Poppins" w:cs="Poppins"/>
                <w:sz w:val="20"/>
              </w:rPr>
              <w:t>20</w:t>
            </w:r>
            <w:r w:rsidRPr="0028013F">
              <w:rPr>
                <w:rFonts w:ascii="Poppins" w:hAnsi="Poppins" w:cs="Poppins"/>
                <w:sz w:val="20"/>
              </w:rPr>
              <w:t xml:space="preserve"> mm; spessore 2 mm)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28013F">
              <w:rPr>
                <w:rFonts w:ascii="Poppins" w:hAnsi="Poppins" w:cs="Poppins"/>
                <w:sz w:val="20"/>
              </w:rPr>
              <w:t>costituito da:</w:t>
            </w:r>
          </w:p>
          <w:p w14:paraId="2C66048F" w14:textId="77777777" w:rsidR="005924E3" w:rsidRPr="0028013F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Tubo interno in polietilene non reticolato (PE-RT)</w:t>
            </w:r>
          </w:p>
          <w:p w14:paraId="60C9A8C1" w14:textId="77777777" w:rsidR="005924E3" w:rsidRPr="0028013F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Strato di connessione che unisce il tubo interno al tubo di alluminio</w:t>
            </w:r>
          </w:p>
          <w:p w14:paraId="335BE6E8" w14:textId="77777777" w:rsidR="005924E3" w:rsidRPr="0028013F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Tubo di alluminio saldato in continuo di testa</w:t>
            </w:r>
          </w:p>
          <w:p w14:paraId="67B6103F" w14:textId="77777777" w:rsidR="005924E3" w:rsidRPr="0028013F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Strato di connessione che unisce il tubo esterno al tubo di alluminio</w:t>
            </w:r>
          </w:p>
          <w:p w14:paraId="4E9A230B" w14:textId="77777777" w:rsidR="005924E3" w:rsidRPr="0028013F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Tubo esterno in polietilene non reticolato (PE-RT)</w:t>
            </w:r>
          </w:p>
          <w:p w14:paraId="0A3F34E4" w14:textId="77777777" w:rsidR="005924E3" w:rsidRPr="00904071" w:rsidRDefault="005924E3" w:rsidP="005924E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DCC4C7" w14:textId="77777777" w:rsidR="005924E3" w:rsidRPr="00C64F36" w:rsidRDefault="005924E3" w:rsidP="005924E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64F3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175D7BD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Classi applicative (UNI ISO 21003): 2/10 bar, 5/10 bar</w:t>
            </w:r>
          </w:p>
          <w:p w14:paraId="50E25882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Temperatura massima di esercizio: 70 °C</w:t>
            </w:r>
          </w:p>
          <w:p w14:paraId="166A4DF8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Pressione massima di esercizio: 10 bar</w:t>
            </w:r>
          </w:p>
          <w:p w14:paraId="073DD54D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Coefficiente di dilatazione lineare: 0.026 mm/m °C</w:t>
            </w:r>
          </w:p>
          <w:p w14:paraId="6A2C92E8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Conducibilità termica: 0.45 W/m °C</w:t>
            </w:r>
          </w:p>
          <w:p w14:paraId="4B0CC75D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Raggio minimo di curvatura: 5 x Ø tubo</w:t>
            </w:r>
          </w:p>
          <w:p w14:paraId="44492901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Rugosità superficiale del tubo interno: 7µm</w:t>
            </w:r>
          </w:p>
          <w:p w14:paraId="45B6EC9F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Contenuto di acqua: 0,11 l/m</w:t>
            </w:r>
          </w:p>
          <w:p w14:paraId="15A060C3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Lunghezza rotolo: 100 metri</w:t>
            </w:r>
          </w:p>
          <w:p w14:paraId="44ACD9E1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Applicazioni: impianti termici / sanitari</w:t>
            </w:r>
          </w:p>
          <w:p w14:paraId="362F59B1" w14:textId="77777777" w:rsidR="005924E3" w:rsidRPr="00904071" w:rsidRDefault="005924E3" w:rsidP="005924E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6A9B546" w14:textId="5190A3AE" w:rsidR="005924E3" w:rsidRPr="00844912" w:rsidRDefault="005924E3" w:rsidP="005924E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90407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904071">
              <w:rPr>
                <w:rFonts w:ascii="Poppins" w:hAnsi="Poppins" w:cs="Poppins"/>
                <w:b/>
                <w:sz w:val="20"/>
              </w:rPr>
              <w:t xml:space="preserve"> – Modello Tubazione Emmeti </w:t>
            </w:r>
            <w:proofErr w:type="spellStart"/>
            <w:r w:rsidRPr="00904071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904071">
              <w:rPr>
                <w:rFonts w:ascii="Poppins" w:hAnsi="Poppins" w:cs="Poppins"/>
                <w:b/>
                <w:sz w:val="20"/>
              </w:rPr>
              <w:t xml:space="preserve"> 20x2 L=100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924E3" w:rsidRPr="004C6F17" w14:paraId="4A28A2C1" w14:textId="77777777" w:rsidTr="00FD02BC">
        <w:tc>
          <w:tcPr>
            <w:tcW w:w="1311" w:type="dxa"/>
          </w:tcPr>
          <w:p w14:paraId="542C2FE0" w14:textId="34E435E2" w:rsidR="005924E3" w:rsidRPr="00844912" w:rsidRDefault="005924E3" w:rsidP="005924E3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28107018</w:t>
            </w:r>
          </w:p>
        </w:tc>
        <w:tc>
          <w:tcPr>
            <w:tcW w:w="2086" w:type="dxa"/>
          </w:tcPr>
          <w:p w14:paraId="31F3F99E" w14:textId="77777777" w:rsidR="005924E3" w:rsidRPr="00904071" w:rsidRDefault="005924E3" w:rsidP="005924E3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Tubazione Emmeti</w:t>
            </w:r>
          </w:p>
          <w:p w14:paraId="77BBE60E" w14:textId="77777777" w:rsidR="005924E3" w:rsidRPr="00904071" w:rsidRDefault="005924E3" w:rsidP="005924E3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904071">
              <w:rPr>
                <w:rFonts w:ascii="Poppins" w:hAnsi="Poppins" w:cs="Poppins"/>
                <w:sz w:val="20"/>
              </w:rPr>
              <w:t>Alpert</w:t>
            </w:r>
            <w:proofErr w:type="spellEnd"/>
            <w:r w:rsidRPr="00904071">
              <w:rPr>
                <w:rFonts w:ascii="Poppins" w:hAnsi="Poppins" w:cs="Poppins"/>
                <w:sz w:val="20"/>
              </w:rPr>
              <w:t xml:space="preserve"> 20x2</w:t>
            </w:r>
          </w:p>
          <w:p w14:paraId="3E358D80" w14:textId="7E75A81C" w:rsidR="005924E3" w:rsidRPr="00844912" w:rsidRDefault="005924E3" w:rsidP="005924E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lastRenderedPageBreak/>
              <w:t>L=240 m</w:t>
            </w:r>
          </w:p>
        </w:tc>
        <w:tc>
          <w:tcPr>
            <w:tcW w:w="6101" w:type="dxa"/>
          </w:tcPr>
          <w:p w14:paraId="02BF3249" w14:textId="77777777" w:rsidR="005924E3" w:rsidRPr="0028013F" w:rsidRDefault="005924E3" w:rsidP="005924E3">
            <w:pPr>
              <w:jc w:val="both"/>
              <w:rPr>
                <w:rFonts w:ascii="Poppins" w:hAnsi="Poppins" w:cs="Poppins"/>
                <w:sz w:val="20"/>
              </w:rPr>
            </w:pPr>
            <w:r w:rsidRPr="0028013F">
              <w:rPr>
                <w:rFonts w:ascii="Poppins" w:hAnsi="Poppins" w:cs="Poppins"/>
                <w:sz w:val="20"/>
              </w:rPr>
              <w:lastRenderedPageBreak/>
              <w:t xml:space="preserve">Tubo multistrato </w:t>
            </w:r>
            <w:r>
              <w:rPr>
                <w:rFonts w:ascii="Poppins" w:hAnsi="Poppins" w:cs="Poppins"/>
                <w:sz w:val="20"/>
              </w:rPr>
              <w:t>20</w:t>
            </w:r>
            <w:r w:rsidRPr="0028013F">
              <w:rPr>
                <w:rFonts w:ascii="Poppins" w:hAnsi="Poppins" w:cs="Poppins"/>
                <w:sz w:val="20"/>
              </w:rPr>
              <w:t xml:space="preserve"> x 2 (diametro esterno </w:t>
            </w:r>
            <w:r>
              <w:rPr>
                <w:rFonts w:ascii="Poppins" w:hAnsi="Poppins" w:cs="Poppins"/>
                <w:sz w:val="20"/>
              </w:rPr>
              <w:t>20</w:t>
            </w:r>
            <w:r w:rsidRPr="0028013F">
              <w:rPr>
                <w:rFonts w:ascii="Poppins" w:hAnsi="Poppins" w:cs="Poppins"/>
                <w:sz w:val="20"/>
              </w:rPr>
              <w:t xml:space="preserve"> mm; spessore 2 mm)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28013F">
              <w:rPr>
                <w:rFonts w:ascii="Poppins" w:hAnsi="Poppins" w:cs="Poppins"/>
                <w:sz w:val="20"/>
              </w:rPr>
              <w:t>costituito da:</w:t>
            </w:r>
          </w:p>
          <w:p w14:paraId="7BF8D496" w14:textId="77777777" w:rsidR="005924E3" w:rsidRPr="0028013F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lastRenderedPageBreak/>
              <w:t>Tubo interno in polietilene non reticolato (PE-RT)</w:t>
            </w:r>
          </w:p>
          <w:p w14:paraId="140075EF" w14:textId="77777777" w:rsidR="005924E3" w:rsidRPr="0028013F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Strato di connessione che unisce il tubo interno al tubo di alluminio</w:t>
            </w:r>
          </w:p>
          <w:p w14:paraId="70B90A8B" w14:textId="77777777" w:rsidR="005924E3" w:rsidRPr="0028013F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Tubo di alluminio saldato in continuo di testa</w:t>
            </w:r>
          </w:p>
          <w:p w14:paraId="05D66398" w14:textId="77777777" w:rsidR="005924E3" w:rsidRPr="0028013F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Strato di connessione che unisce il tubo esterno al tubo di alluminio</w:t>
            </w:r>
          </w:p>
          <w:p w14:paraId="0CB783AE" w14:textId="77777777" w:rsidR="005924E3" w:rsidRPr="0028013F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Tubo esterno in polietilene non reticolato (PE-RT)</w:t>
            </w:r>
          </w:p>
          <w:p w14:paraId="77436C4B" w14:textId="77777777" w:rsidR="005924E3" w:rsidRPr="00904071" w:rsidRDefault="005924E3" w:rsidP="005924E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09E8163" w14:textId="77777777" w:rsidR="005924E3" w:rsidRPr="00C64F36" w:rsidRDefault="005924E3" w:rsidP="005924E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64F3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BD6B4D2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Classi applicative (UNI ISO 21003): 2/10 bar, 5/10 bar</w:t>
            </w:r>
          </w:p>
          <w:p w14:paraId="46E38786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Temperatura massima di esercizio: 70 °C</w:t>
            </w:r>
          </w:p>
          <w:p w14:paraId="21D2F21A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Pressione massima di esercizio: 10 bar</w:t>
            </w:r>
          </w:p>
          <w:p w14:paraId="349EA1CB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Coefficiente di dilatazione lineare: 0.026 mm/m °C</w:t>
            </w:r>
          </w:p>
          <w:p w14:paraId="44B1B420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Conducibilità termica: 0.45 W/m °C</w:t>
            </w:r>
          </w:p>
          <w:p w14:paraId="7057FF1F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Raggio minimo di curvatura: 5 x Ø tubo</w:t>
            </w:r>
          </w:p>
          <w:p w14:paraId="7AE33DBF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Rugosità superficiale del tubo interno: 7µm</w:t>
            </w:r>
          </w:p>
          <w:p w14:paraId="7AC4C165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Contenuto di acqua: 0,11 l/m</w:t>
            </w:r>
          </w:p>
          <w:p w14:paraId="693C2704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 xml:space="preserve">Lunghezza rotolo: </w:t>
            </w:r>
            <w:r>
              <w:rPr>
                <w:rFonts w:ascii="Poppins" w:hAnsi="Poppins" w:cs="Poppins"/>
              </w:rPr>
              <w:t>240</w:t>
            </w:r>
            <w:r w:rsidRPr="00C64F36">
              <w:rPr>
                <w:rFonts w:ascii="Poppins" w:hAnsi="Poppins" w:cs="Poppins"/>
              </w:rPr>
              <w:t xml:space="preserve"> metri</w:t>
            </w:r>
          </w:p>
          <w:p w14:paraId="43B1B0E0" w14:textId="77777777" w:rsidR="005924E3" w:rsidRPr="00C64F36" w:rsidRDefault="005924E3" w:rsidP="005924E3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Applicazioni: impianti termici / sanitari</w:t>
            </w:r>
          </w:p>
          <w:p w14:paraId="12DB54D9" w14:textId="77777777" w:rsidR="005924E3" w:rsidRPr="00904071" w:rsidRDefault="005924E3" w:rsidP="005924E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7823B46" w14:textId="0352C9A6" w:rsidR="005924E3" w:rsidRPr="00844912" w:rsidRDefault="005924E3" w:rsidP="005924E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90407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904071">
              <w:rPr>
                <w:rFonts w:ascii="Poppins" w:hAnsi="Poppins" w:cs="Poppins"/>
                <w:b/>
                <w:sz w:val="20"/>
              </w:rPr>
              <w:t xml:space="preserve"> – Modello Tubazione Emmeti </w:t>
            </w:r>
            <w:proofErr w:type="spellStart"/>
            <w:r w:rsidRPr="00904071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904071">
              <w:rPr>
                <w:rFonts w:ascii="Poppins" w:hAnsi="Poppins" w:cs="Poppins"/>
                <w:b/>
                <w:sz w:val="20"/>
              </w:rPr>
              <w:t xml:space="preserve"> 20x2 L=240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014B8" w:rsidRPr="004C6F17" w14:paraId="5FA5C7E4" w14:textId="77777777" w:rsidTr="00FD02BC">
        <w:tc>
          <w:tcPr>
            <w:tcW w:w="1311" w:type="dxa"/>
          </w:tcPr>
          <w:p w14:paraId="4C8F8CC2" w14:textId="684B75A9" w:rsidR="002014B8" w:rsidRPr="00AB2EC2" w:rsidRDefault="002014B8" w:rsidP="002014B8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281418</w:t>
            </w:r>
            <w:r>
              <w:rPr>
                <w:rFonts w:ascii="Poppins" w:hAnsi="Poppins" w:cs="Poppins"/>
                <w:sz w:val="20"/>
              </w:rPr>
              <w:t>52</w:t>
            </w:r>
          </w:p>
        </w:tc>
        <w:tc>
          <w:tcPr>
            <w:tcW w:w="2086" w:type="dxa"/>
          </w:tcPr>
          <w:p w14:paraId="079DD5D3" w14:textId="77777777" w:rsidR="002014B8" w:rsidRPr="00AB2EC2" w:rsidRDefault="002014B8" w:rsidP="002014B8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3A17C28C" w14:textId="4D20B2C1" w:rsidR="002014B8" w:rsidRPr="00AB2EC2" w:rsidRDefault="002014B8" w:rsidP="002014B8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12x2 L=240 m</w:t>
            </w:r>
          </w:p>
        </w:tc>
        <w:tc>
          <w:tcPr>
            <w:tcW w:w="6101" w:type="dxa"/>
          </w:tcPr>
          <w:p w14:paraId="2BFF7D55" w14:textId="77777777" w:rsidR="002014B8" w:rsidRPr="00C01A2B" w:rsidRDefault="002014B8" w:rsidP="002014B8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12x2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0377F23C" w14:textId="77777777" w:rsidR="002014B8" w:rsidRPr="00C01A2B" w:rsidRDefault="002014B8" w:rsidP="002014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949ECC" w14:textId="77777777" w:rsidR="002014B8" w:rsidRPr="00C01A2B" w:rsidRDefault="002014B8" w:rsidP="002014B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F9CB805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12x2 mm</w:t>
            </w:r>
          </w:p>
          <w:p w14:paraId="3A4C95B2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4/10 bar – 5/10</w:t>
            </w:r>
            <w:r>
              <w:rPr>
                <w:rFonts w:ascii="Poppins" w:hAnsi="Poppins" w:cs="Poppins"/>
              </w:rPr>
              <w:t xml:space="preserve">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2717AD80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5267C730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72516569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01A2B">
              <w:rPr>
                <w:rFonts w:ascii="Poppins" w:hAnsi="Poppins" w:cs="Poppins"/>
              </w:rPr>
              <w:t>mK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37AC5958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69EC4388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</w:t>
            </w:r>
            <w:proofErr w:type="spellStart"/>
            <w:r w:rsidRPr="00C01A2B">
              <w:rPr>
                <w:rFonts w:ascii="Poppins" w:hAnsi="Poppins" w:cs="Poppins"/>
              </w:rPr>
              <w:t>m°C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27E7ABF3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7DBC4032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39F7C3D6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7120C460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lastRenderedPageBreak/>
              <w:t>Applicazione: impianti termici (non idoneo per impianti sanitari)</w:t>
            </w:r>
          </w:p>
          <w:p w14:paraId="111A9CB3" w14:textId="77777777" w:rsidR="002014B8" w:rsidRPr="00AB2EC2" w:rsidRDefault="002014B8" w:rsidP="002014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C8F470E" w14:textId="44FA4263" w:rsidR="002014B8" w:rsidRPr="00AB2EC2" w:rsidRDefault="002014B8" w:rsidP="002014B8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Xc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12x2, lunghezza rotolo 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014B8" w:rsidRPr="004C6F17" w14:paraId="5C2BC773" w14:textId="77777777" w:rsidTr="00FD02BC">
        <w:tc>
          <w:tcPr>
            <w:tcW w:w="1311" w:type="dxa"/>
          </w:tcPr>
          <w:p w14:paraId="00A51031" w14:textId="3B1E21FB" w:rsidR="002014B8" w:rsidRPr="00B74439" w:rsidRDefault="002014B8" w:rsidP="002014B8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281418</w:t>
            </w:r>
            <w:r>
              <w:rPr>
                <w:rFonts w:ascii="Poppins" w:hAnsi="Poppins" w:cs="Poppins"/>
                <w:sz w:val="20"/>
              </w:rPr>
              <w:t>54</w:t>
            </w:r>
          </w:p>
        </w:tc>
        <w:tc>
          <w:tcPr>
            <w:tcW w:w="2086" w:type="dxa"/>
          </w:tcPr>
          <w:p w14:paraId="40BBCB3E" w14:textId="77777777" w:rsidR="002014B8" w:rsidRPr="00AB2EC2" w:rsidRDefault="002014B8" w:rsidP="002014B8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396B0477" w14:textId="7F70DA98" w:rsidR="002014B8" w:rsidRPr="00B74439" w:rsidRDefault="002014B8" w:rsidP="002014B8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L=240 m</w:t>
            </w:r>
          </w:p>
        </w:tc>
        <w:tc>
          <w:tcPr>
            <w:tcW w:w="6101" w:type="dxa"/>
          </w:tcPr>
          <w:p w14:paraId="4A8754C3" w14:textId="77777777" w:rsidR="002014B8" w:rsidRPr="00C01A2B" w:rsidRDefault="002014B8" w:rsidP="002014B8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44CB8C90" w14:textId="77777777" w:rsidR="002014B8" w:rsidRPr="00C01A2B" w:rsidRDefault="002014B8" w:rsidP="002014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FDC5457" w14:textId="77777777" w:rsidR="002014B8" w:rsidRPr="00C01A2B" w:rsidRDefault="002014B8" w:rsidP="002014B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29C7A40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580AD1A0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3218C1F0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7AD4F3B8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5696CA63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01A2B">
              <w:rPr>
                <w:rFonts w:ascii="Poppins" w:hAnsi="Poppins" w:cs="Poppins"/>
              </w:rPr>
              <w:t>mK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71DF0B35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14BDE8E4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</w:t>
            </w:r>
            <w:proofErr w:type="spellStart"/>
            <w:r w:rsidRPr="00C01A2B">
              <w:rPr>
                <w:rFonts w:ascii="Poppins" w:hAnsi="Poppins" w:cs="Poppins"/>
              </w:rPr>
              <w:t>m°C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549C3763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0805B286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5D9E8530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2568595B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2F38C683" w14:textId="77777777" w:rsidR="002014B8" w:rsidRPr="00AB2EC2" w:rsidRDefault="002014B8" w:rsidP="002014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586BC8" w14:textId="302449E3" w:rsidR="002014B8" w:rsidRPr="00B74439" w:rsidRDefault="002014B8" w:rsidP="002014B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Xc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>x2, lunghezza rotolo 240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014B8" w:rsidRPr="004C6F17" w14:paraId="261199DF" w14:textId="77777777" w:rsidTr="00FD02BC">
        <w:tc>
          <w:tcPr>
            <w:tcW w:w="1311" w:type="dxa"/>
          </w:tcPr>
          <w:p w14:paraId="168F60EB" w14:textId="79876645" w:rsidR="002014B8" w:rsidRPr="00B74439" w:rsidRDefault="002014B8" w:rsidP="002014B8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281418</w:t>
            </w:r>
            <w:r>
              <w:rPr>
                <w:rFonts w:ascii="Poppins" w:hAnsi="Poppins" w:cs="Poppins"/>
                <w:sz w:val="20"/>
              </w:rPr>
              <w:t>56</w:t>
            </w:r>
          </w:p>
        </w:tc>
        <w:tc>
          <w:tcPr>
            <w:tcW w:w="2086" w:type="dxa"/>
          </w:tcPr>
          <w:p w14:paraId="62B7753A" w14:textId="77777777" w:rsidR="002014B8" w:rsidRPr="00AB2EC2" w:rsidRDefault="002014B8" w:rsidP="002014B8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4BB7B67E" w14:textId="3319301A" w:rsidR="002014B8" w:rsidRPr="00B74439" w:rsidRDefault="002014B8" w:rsidP="002014B8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70FAB501" w14:textId="77777777" w:rsidR="002014B8" w:rsidRPr="00C01A2B" w:rsidRDefault="002014B8" w:rsidP="002014B8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5CFED116" w14:textId="77777777" w:rsidR="002014B8" w:rsidRPr="00C01A2B" w:rsidRDefault="002014B8" w:rsidP="002014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6A81E39" w14:textId="77777777" w:rsidR="002014B8" w:rsidRPr="00C01A2B" w:rsidRDefault="002014B8" w:rsidP="002014B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A9C3364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056C767F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2D0AA095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0BBF41AF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lastRenderedPageBreak/>
              <w:t>Densità: 940 kg/m3</w:t>
            </w:r>
          </w:p>
          <w:p w14:paraId="434789FA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01A2B">
              <w:rPr>
                <w:rFonts w:ascii="Poppins" w:hAnsi="Poppins" w:cs="Poppins"/>
              </w:rPr>
              <w:t>mK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2A850687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4C582031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</w:t>
            </w:r>
            <w:proofErr w:type="spellStart"/>
            <w:r w:rsidRPr="00C01A2B">
              <w:rPr>
                <w:rFonts w:ascii="Poppins" w:hAnsi="Poppins" w:cs="Poppins"/>
              </w:rPr>
              <w:t>m°C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6BD7C5A6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4FC666F1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09680C49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77AC1319" w14:textId="77777777" w:rsidR="002014B8" w:rsidRPr="00C01A2B" w:rsidRDefault="002014B8" w:rsidP="002014B8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1F65AA55" w14:textId="77777777" w:rsidR="002014B8" w:rsidRPr="00AB2EC2" w:rsidRDefault="002014B8" w:rsidP="002014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7DED9E" w14:textId="1A444949" w:rsidR="002014B8" w:rsidRPr="00B74439" w:rsidRDefault="002014B8" w:rsidP="002014B8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Xc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8559D" w:rsidRPr="004C6F17" w14:paraId="52716B6E" w14:textId="77777777" w:rsidTr="00FD02BC">
        <w:tc>
          <w:tcPr>
            <w:tcW w:w="1311" w:type="dxa"/>
          </w:tcPr>
          <w:p w14:paraId="6888C2A1" w14:textId="7E8C4166" w:rsidR="00D8559D" w:rsidRPr="00AB2EC2" w:rsidRDefault="00D8559D" w:rsidP="00D8559D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28141858</w:t>
            </w:r>
          </w:p>
        </w:tc>
        <w:tc>
          <w:tcPr>
            <w:tcW w:w="2086" w:type="dxa"/>
          </w:tcPr>
          <w:p w14:paraId="65B5D7CB" w14:textId="77777777" w:rsidR="00D8559D" w:rsidRPr="00904071" w:rsidRDefault="00D8559D" w:rsidP="00D8559D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904071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904071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904071">
              <w:rPr>
                <w:rFonts w:ascii="Poppins" w:hAnsi="Poppins" w:cs="Poppins"/>
                <w:sz w:val="20"/>
              </w:rPr>
              <w:t>barriera ossigeno 5 strati</w:t>
            </w:r>
          </w:p>
          <w:p w14:paraId="619F845C" w14:textId="0C247CC3" w:rsidR="00D8559D" w:rsidRPr="00AB2EC2" w:rsidRDefault="00D8559D" w:rsidP="00D8559D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20x2 L=500 m</w:t>
            </w:r>
          </w:p>
        </w:tc>
        <w:tc>
          <w:tcPr>
            <w:tcW w:w="6101" w:type="dxa"/>
          </w:tcPr>
          <w:p w14:paraId="6ED2FB89" w14:textId="77777777" w:rsidR="00D8559D" w:rsidRPr="00C01A2B" w:rsidRDefault="00D8559D" w:rsidP="00D8559D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 xml:space="preserve">Tubo a 5 strati </w:t>
            </w:r>
            <w:r>
              <w:rPr>
                <w:rFonts w:ascii="Poppins" w:hAnsi="Poppins" w:cs="Poppins"/>
                <w:sz w:val="20"/>
              </w:rPr>
              <w:t>20x2</w:t>
            </w:r>
            <w:r w:rsidRPr="00C01A2B">
              <w:rPr>
                <w:rFonts w:ascii="Poppins" w:hAnsi="Poppins" w:cs="Poppins"/>
                <w:sz w:val="20"/>
              </w:rPr>
              <w:t xml:space="preserve">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2F08A78A" w14:textId="77777777" w:rsidR="00D8559D" w:rsidRPr="00C01A2B" w:rsidRDefault="00D8559D" w:rsidP="00D8559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A101AD7" w14:textId="77777777" w:rsidR="00D8559D" w:rsidRPr="00C01A2B" w:rsidRDefault="00D8559D" w:rsidP="00D8559D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6E2B5C5" w14:textId="77777777" w:rsidR="00D8559D" w:rsidRPr="00C01A2B" w:rsidRDefault="00D8559D" w:rsidP="00D8559D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 xml:space="preserve">Misura: </w:t>
            </w:r>
            <w:r>
              <w:rPr>
                <w:rFonts w:ascii="Poppins" w:hAnsi="Poppins" w:cs="Poppins"/>
              </w:rPr>
              <w:t>20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52643695" w14:textId="77777777" w:rsidR="00D8559D" w:rsidRPr="00C01A2B" w:rsidRDefault="00D8559D" w:rsidP="00D8559D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6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698EE12C" w14:textId="77777777" w:rsidR="00D8559D" w:rsidRPr="00C01A2B" w:rsidRDefault="00D8559D" w:rsidP="00D8559D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2961362B" w14:textId="77777777" w:rsidR="00D8559D" w:rsidRPr="00C01A2B" w:rsidRDefault="00D8559D" w:rsidP="00D8559D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1167D9A7" w14:textId="77777777" w:rsidR="00D8559D" w:rsidRPr="00C01A2B" w:rsidRDefault="00D8559D" w:rsidP="00D8559D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01A2B">
              <w:rPr>
                <w:rFonts w:ascii="Poppins" w:hAnsi="Poppins" w:cs="Poppins"/>
              </w:rPr>
              <w:t>mK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5815A0D3" w14:textId="77777777" w:rsidR="00D8559D" w:rsidRPr="00C01A2B" w:rsidRDefault="00D8559D" w:rsidP="00D8559D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50C7B197" w14:textId="77777777" w:rsidR="00D8559D" w:rsidRPr="00C01A2B" w:rsidRDefault="00D8559D" w:rsidP="00D8559D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</w:t>
            </w:r>
            <w:proofErr w:type="spellStart"/>
            <w:r w:rsidRPr="00C01A2B">
              <w:rPr>
                <w:rFonts w:ascii="Poppins" w:hAnsi="Poppins" w:cs="Poppins"/>
              </w:rPr>
              <w:t>m°C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17F4E020" w14:textId="77777777" w:rsidR="00D8559D" w:rsidRPr="00C01A2B" w:rsidRDefault="00D8559D" w:rsidP="00D8559D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2846DF2D" w14:textId="77777777" w:rsidR="00D8559D" w:rsidRPr="00C01A2B" w:rsidRDefault="00D8559D" w:rsidP="00D8559D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41EC99FD" w14:textId="77777777" w:rsidR="00D8559D" w:rsidRPr="00C01A2B" w:rsidRDefault="00D8559D" w:rsidP="00D8559D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</w:t>
            </w:r>
            <w:r>
              <w:rPr>
                <w:rFonts w:ascii="Poppins" w:hAnsi="Poppins" w:cs="Poppins"/>
              </w:rPr>
              <w:t>201 l</w:t>
            </w:r>
            <w:r w:rsidRPr="00C01A2B">
              <w:rPr>
                <w:rFonts w:ascii="Poppins" w:hAnsi="Poppins" w:cs="Poppins"/>
              </w:rPr>
              <w:t>/m</w:t>
            </w:r>
          </w:p>
          <w:p w14:paraId="2CDC542E" w14:textId="77777777" w:rsidR="00D8559D" w:rsidRPr="00C01A2B" w:rsidRDefault="00D8559D" w:rsidP="00D8559D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</w:t>
            </w:r>
          </w:p>
          <w:p w14:paraId="1B963750" w14:textId="77777777" w:rsidR="00D8559D" w:rsidRPr="00904071" w:rsidRDefault="00D8559D" w:rsidP="00D8559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FA5B083" w14:textId="6CD4C04A" w:rsidR="00D8559D" w:rsidRPr="00C01A2B" w:rsidRDefault="00D8559D" w:rsidP="00D8559D">
            <w:pPr>
              <w:jc w:val="both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904071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904071">
              <w:rPr>
                <w:rFonts w:ascii="Poppins" w:hAnsi="Poppins" w:cs="Poppins"/>
                <w:b/>
                <w:sz w:val="20"/>
              </w:rPr>
              <w:t>Xc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904071">
              <w:rPr>
                <w:rFonts w:ascii="Poppins" w:hAnsi="Poppins" w:cs="Poppins"/>
                <w:b/>
                <w:sz w:val="20"/>
              </w:rPr>
              <w:t xml:space="preserve"> barriera ossigeno 5 strati 20x2, lunghezza rotolo 500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513F6" w:rsidRPr="00F4606B" w14:paraId="35053BD5" w14:textId="77777777" w:rsidTr="00FD02BC">
        <w:tc>
          <w:tcPr>
            <w:tcW w:w="1311" w:type="dxa"/>
          </w:tcPr>
          <w:p w14:paraId="02A7EBD0" w14:textId="66AFC472" w:rsidR="00B513F6" w:rsidRPr="00AB2EC2" w:rsidRDefault="00B513F6" w:rsidP="00B513F6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4470</w:t>
            </w:r>
          </w:p>
        </w:tc>
        <w:tc>
          <w:tcPr>
            <w:tcW w:w="2086" w:type="dxa"/>
          </w:tcPr>
          <w:p w14:paraId="0BF9232B" w14:textId="77777777" w:rsidR="00B513F6" w:rsidRPr="00AB2EC2" w:rsidRDefault="00B513F6" w:rsidP="00B513F6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7F0E35CB" w14:textId="6FC6E529" w:rsidR="00B513F6" w:rsidRPr="00AB2EC2" w:rsidRDefault="00B513F6" w:rsidP="00B513F6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L=240 m</w:t>
            </w:r>
          </w:p>
        </w:tc>
        <w:tc>
          <w:tcPr>
            <w:tcW w:w="6101" w:type="dxa"/>
          </w:tcPr>
          <w:p w14:paraId="3E70BED6" w14:textId="77777777" w:rsidR="00B513F6" w:rsidRPr="00CA6A43" w:rsidRDefault="00B513F6" w:rsidP="00B513F6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0655E2F9" w14:textId="77777777" w:rsidR="00B513F6" w:rsidRPr="00CA6A43" w:rsidRDefault="00B513F6" w:rsidP="00B513F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7F12C05" w14:textId="77777777" w:rsidR="00B513F6" w:rsidRPr="00CA6A43" w:rsidRDefault="00B513F6" w:rsidP="00B513F6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lastRenderedPageBreak/>
              <w:t>Dati tecnici:</w:t>
            </w:r>
          </w:p>
          <w:p w14:paraId="6A32932E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314543F9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494D6F63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3AB71131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1C1B51AE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5F19419F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66F7608D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3B4001BA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218F03C1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068FCC06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5592AB8A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76CBB129" w14:textId="77777777" w:rsidR="00B513F6" w:rsidRPr="00CA6A43" w:rsidRDefault="00B513F6" w:rsidP="00B513F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32A588" w14:textId="7F585E89" w:rsidR="00B513F6" w:rsidRPr="00AB2EC2" w:rsidRDefault="00B513F6" w:rsidP="00B513F6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b/>
                <w:sz w:val="20"/>
              </w:rPr>
              <w:t xml:space="preserve">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513F6" w:rsidRPr="00F4606B" w14:paraId="6EB44FD3" w14:textId="77777777" w:rsidTr="00FD02BC">
        <w:tc>
          <w:tcPr>
            <w:tcW w:w="1311" w:type="dxa"/>
          </w:tcPr>
          <w:p w14:paraId="4FAB78C4" w14:textId="4E6561DB" w:rsidR="00B513F6" w:rsidRPr="00AB2EC2" w:rsidRDefault="00B513F6" w:rsidP="00B513F6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4472</w:t>
            </w:r>
          </w:p>
        </w:tc>
        <w:tc>
          <w:tcPr>
            <w:tcW w:w="2086" w:type="dxa"/>
          </w:tcPr>
          <w:p w14:paraId="07F7DAF9" w14:textId="77777777" w:rsidR="00B513F6" w:rsidRPr="00AB2EC2" w:rsidRDefault="00B513F6" w:rsidP="00B513F6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0044D4F1" w14:textId="4A982466" w:rsidR="00B513F6" w:rsidRPr="00AB2EC2" w:rsidRDefault="00B513F6" w:rsidP="00B513F6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631C8E1C" w14:textId="77777777" w:rsidR="00B513F6" w:rsidRPr="00CA6A43" w:rsidRDefault="00B513F6" w:rsidP="00B513F6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5984B1D2" w14:textId="77777777" w:rsidR="00B513F6" w:rsidRPr="00CA6A43" w:rsidRDefault="00B513F6" w:rsidP="00B513F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A6A379" w14:textId="77777777" w:rsidR="00B513F6" w:rsidRPr="00CA6A43" w:rsidRDefault="00B513F6" w:rsidP="00B513F6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DDA3F28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18B5D872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133D4B02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31734B0B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2F12AB21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7A3BEB6C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67C397A7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559DC09A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1FF2B31B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3CCDE082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412AC2ED" w14:textId="77777777" w:rsidR="00B513F6" w:rsidRPr="00CA6A43" w:rsidRDefault="00B513F6" w:rsidP="00B513F6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2084E6ED" w14:textId="77777777" w:rsidR="00B513F6" w:rsidRPr="00CA6A43" w:rsidRDefault="00B513F6" w:rsidP="00B513F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BA9DDF1" w14:textId="259BC9FF" w:rsidR="00B513F6" w:rsidRPr="00AB2EC2" w:rsidRDefault="00B513F6" w:rsidP="00B513F6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b/>
                <w:sz w:val="20"/>
              </w:rPr>
              <w:t xml:space="preserve">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B2C3E" w:rsidRPr="00F4606B" w14:paraId="1BB6574A" w14:textId="77777777" w:rsidTr="00FD02BC">
        <w:tc>
          <w:tcPr>
            <w:tcW w:w="1311" w:type="dxa"/>
          </w:tcPr>
          <w:p w14:paraId="6B41E499" w14:textId="3866594A" w:rsidR="00EB2C3E" w:rsidRPr="00AB2EC2" w:rsidRDefault="00EB2C3E" w:rsidP="00EB2C3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28134474</w:t>
            </w:r>
          </w:p>
        </w:tc>
        <w:tc>
          <w:tcPr>
            <w:tcW w:w="2086" w:type="dxa"/>
          </w:tcPr>
          <w:p w14:paraId="497C2C65" w14:textId="77777777" w:rsidR="00EB2C3E" w:rsidRPr="00AB2EC2" w:rsidRDefault="00EB2C3E" w:rsidP="00EB2C3E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EVOH 5 strati</w:t>
            </w:r>
          </w:p>
          <w:p w14:paraId="59EBBBB7" w14:textId="3BC00797" w:rsidR="00EB2C3E" w:rsidRPr="00AB2EC2" w:rsidRDefault="00EB2C3E" w:rsidP="00EB2C3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20x2</w:t>
            </w:r>
            <w:r w:rsidRPr="00AB2EC2">
              <w:rPr>
                <w:rFonts w:ascii="Poppins" w:hAnsi="Poppins" w:cs="Poppins"/>
                <w:sz w:val="20"/>
              </w:rPr>
              <w:t xml:space="preserve"> L=</w:t>
            </w:r>
            <w:r>
              <w:rPr>
                <w:rFonts w:ascii="Poppins" w:hAnsi="Poppins" w:cs="Poppins"/>
                <w:sz w:val="20"/>
              </w:rPr>
              <w:t>50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50F01115" w14:textId="77777777" w:rsidR="00EB2C3E" w:rsidRDefault="00EB2C3E" w:rsidP="00EB2C3E">
            <w:pPr>
              <w:jc w:val="both"/>
              <w:rPr>
                <w:rFonts w:ascii="Poppins" w:hAnsi="Poppins" w:cs="Poppins"/>
                <w:sz w:val="20"/>
              </w:rPr>
            </w:pPr>
            <w:r w:rsidRPr="00062D94">
              <w:rPr>
                <w:rFonts w:ascii="Poppins" w:hAnsi="Poppins" w:cs="Poppins"/>
                <w:sz w:val="20"/>
              </w:rPr>
              <w:t>Tubo in polietilene alta densità, reticolato con sistema a perossido, certificato secondo la norma EN ISO 15875-2, dotato di barriera ossigeno in conformità alla norma DIN 4726.</w:t>
            </w:r>
          </w:p>
          <w:p w14:paraId="24CC3BAE" w14:textId="77777777" w:rsidR="00EB2C3E" w:rsidRDefault="00EB2C3E" w:rsidP="00EB2C3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A1A4F03" w14:textId="77777777" w:rsidR="00EB2C3E" w:rsidRPr="002C51C7" w:rsidRDefault="00EB2C3E" w:rsidP="00EB2C3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C51C7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E5606E5" w14:textId="77777777" w:rsidR="00EB2C3E" w:rsidRPr="002C51C7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C51C7">
              <w:rPr>
                <w:rFonts w:ascii="Poppins" w:hAnsi="Poppins" w:cs="Poppins"/>
              </w:rPr>
              <w:t>Classi applicative (UNI EN ISO 15875-1): 4/6 bar, 5/6 bar</w:t>
            </w:r>
          </w:p>
          <w:p w14:paraId="7553731A" w14:textId="77777777" w:rsidR="00EB2C3E" w:rsidRPr="002C51C7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C51C7">
              <w:rPr>
                <w:rFonts w:ascii="Poppins" w:hAnsi="Poppins" w:cs="Poppins"/>
              </w:rPr>
              <w:t>Permeabilità all'ossigeno: &lt; 0,32 mg/(m2d) a 40°C; &lt; 3,60 mg/(m2d) a 80° C</w:t>
            </w:r>
          </w:p>
          <w:p w14:paraId="1D73ACA6" w14:textId="77777777" w:rsidR="00EB2C3E" w:rsidRPr="00C01A2B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</w:t>
            </w:r>
            <w:r>
              <w:rPr>
                <w:rFonts w:ascii="Poppins" w:hAnsi="Poppins" w:cs="Poppins"/>
              </w:rPr>
              <w:t>5</w:t>
            </w:r>
            <w:r w:rsidRPr="00C01A2B">
              <w:rPr>
                <w:rFonts w:ascii="Poppins" w:hAnsi="Poppins" w:cs="Poppins"/>
              </w:rPr>
              <w:t>0 kg/m3</w:t>
            </w:r>
          </w:p>
          <w:p w14:paraId="79B32E0C" w14:textId="77777777" w:rsidR="00EB2C3E" w:rsidRPr="00C01A2B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01A2B">
              <w:rPr>
                <w:rFonts w:ascii="Poppins" w:hAnsi="Poppins" w:cs="Poppins"/>
              </w:rPr>
              <w:t>mK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69FA8914" w14:textId="77777777" w:rsidR="00EB2C3E" w:rsidRPr="00C01A2B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 xml:space="preserve">Grado di reticolazione: ≥ 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0%</w:t>
            </w:r>
          </w:p>
          <w:p w14:paraId="4B69B4E2" w14:textId="77777777" w:rsidR="00EB2C3E" w:rsidRPr="00C01A2B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</w:t>
            </w:r>
            <w:r>
              <w:rPr>
                <w:rFonts w:ascii="Poppins" w:hAnsi="Poppins" w:cs="Poppins"/>
              </w:rPr>
              <w:t>4</w:t>
            </w:r>
            <w:r w:rsidRPr="00C01A2B">
              <w:rPr>
                <w:rFonts w:ascii="Poppins" w:hAnsi="Poppins" w:cs="Poppins"/>
              </w:rPr>
              <w:t xml:space="preserve"> mm/(</w:t>
            </w:r>
            <w:proofErr w:type="spellStart"/>
            <w:r w:rsidRPr="00C01A2B">
              <w:rPr>
                <w:rFonts w:ascii="Poppins" w:hAnsi="Poppins" w:cs="Poppins"/>
              </w:rPr>
              <w:t>m°C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314D1C2B" w14:textId="77777777" w:rsidR="00EB2C3E" w:rsidRPr="00C01A2B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763E5DD5" w14:textId="77777777" w:rsidR="00EB2C3E" w:rsidRPr="00C01A2B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51A2A7C5" w14:textId="77777777" w:rsidR="00EB2C3E" w:rsidRPr="00C01A2B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</w:t>
            </w:r>
            <w:r>
              <w:rPr>
                <w:rFonts w:ascii="Poppins" w:hAnsi="Poppins" w:cs="Poppins"/>
              </w:rPr>
              <w:t>201 l</w:t>
            </w:r>
            <w:r w:rsidRPr="00C01A2B">
              <w:rPr>
                <w:rFonts w:ascii="Poppins" w:hAnsi="Poppins" w:cs="Poppins"/>
              </w:rPr>
              <w:t>/m</w:t>
            </w:r>
          </w:p>
          <w:p w14:paraId="680AFFEA" w14:textId="77777777" w:rsidR="00EB2C3E" w:rsidRPr="00C01A2B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</w:t>
            </w:r>
          </w:p>
          <w:p w14:paraId="09089B90" w14:textId="77777777" w:rsidR="00EB2C3E" w:rsidRPr="00062D94" w:rsidRDefault="00EB2C3E" w:rsidP="00EB2C3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38D3851" w14:textId="2A4497D7" w:rsidR="00EB2C3E" w:rsidRPr="00CA6A43" w:rsidRDefault="00EB2C3E" w:rsidP="00EB2C3E">
            <w:pPr>
              <w:jc w:val="both"/>
              <w:rPr>
                <w:rFonts w:ascii="Poppins" w:hAnsi="Poppins" w:cs="Poppins"/>
                <w:sz w:val="20"/>
              </w:rPr>
            </w:pPr>
            <w:r w:rsidRPr="00062D94">
              <w:rPr>
                <w:rFonts w:ascii="Poppins" w:hAnsi="Poppins" w:cs="Poppins"/>
                <w:b/>
                <w:bCs/>
                <w:sz w:val="20"/>
              </w:rPr>
              <w:t>Marca Emmeti – Modello Tubazione PE-</w:t>
            </w:r>
            <w:proofErr w:type="spellStart"/>
            <w:r w:rsidRPr="00062D94">
              <w:rPr>
                <w:rFonts w:ascii="Poppins" w:hAnsi="Poppins" w:cs="Poppins"/>
                <w:b/>
                <w:bCs/>
                <w:sz w:val="20"/>
              </w:rPr>
              <w:t>Xa</w:t>
            </w:r>
            <w:proofErr w:type="spellEnd"/>
            <w:r w:rsidRPr="00062D94">
              <w:rPr>
                <w:rFonts w:ascii="Poppins" w:hAnsi="Poppins" w:cs="Poppins"/>
                <w:b/>
                <w:bCs/>
                <w:sz w:val="20"/>
              </w:rPr>
              <w:t xml:space="preserve"> barriera ossigeno EVOH 5 strati 20x2 L=500 m o equivalente.</w:t>
            </w:r>
          </w:p>
        </w:tc>
      </w:tr>
      <w:tr w:rsidR="00EB2C3E" w:rsidRPr="00F4606B" w14:paraId="731BE8EA" w14:textId="77777777" w:rsidTr="00FD02BC">
        <w:tc>
          <w:tcPr>
            <w:tcW w:w="1311" w:type="dxa"/>
          </w:tcPr>
          <w:p w14:paraId="5054DF4C" w14:textId="2481D33F" w:rsidR="00EB2C3E" w:rsidRPr="00AB2EC2" w:rsidRDefault="00EB2C3E" w:rsidP="00EB2C3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28134476</w:t>
            </w:r>
          </w:p>
        </w:tc>
        <w:tc>
          <w:tcPr>
            <w:tcW w:w="2086" w:type="dxa"/>
          </w:tcPr>
          <w:p w14:paraId="2391DDF2" w14:textId="77777777" w:rsidR="00EB2C3E" w:rsidRPr="00AB2EC2" w:rsidRDefault="00EB2C3E" w:rsidP="00EB2C3E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EVOH 5 strati</w:t>
            </w:r>
          </w:p>
          <w:p w14:paraId="6307440B" w14:textId="2DFC6063" w:rsidR="00EB2C3E" w:rsidRPr="00AB2EC2" w:rsidRDefault="00EB2C3E" w:rsidP="00EB2C3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25x2,3</w:t>
            </w:r>
            <w:r w:rsidRPr="00AB2EC2">
              <w:rPr>
                <w:rFonts w:ascii="Poppins" w:hAnsi="Poppins" w:cs="Poppins"/>
                <w:sz w:val="20"/>
              </w:rPr>
              <w:t xml:space="preserve"> L=</w:t>
            </w:r>
            <w:r>
              <w:rPr>
                <w:rFonts w:ascii="Poppins" w:hAnsi="Poppins" w:cs="Poppins"/>
                <w:sz w:val="20"/>
              </w:rPr>
              <w:t>50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460A76C7" w14:textId="77777777" w:rsidR="00EB2C3E" w:rsidRDefault="00EB2C3E" w:rsidP="00EB2C3E">
            <w:pPr>
              <w:jc w:val="both"/>
              <w:rPr>
                <w:rFonts w:ascii="Poppins" w:hAnsi="Poppins" w:cs="Poppins"/>
                <w:sz w:val="20"/>
              </w:rPr>
            </w:pPr>
            <w:r w:rsidRPr="00062D94">
              <w:rPr>
                <w:rFonts w:ascii="Poppins" w:hAnsi="Poppins" w:cs="Poppins"/>
                <w:sz w:val="20"/>
              </w:rPr>
              <w:t>Tubo in polietilene alta densità, reticolato con sistema a perossido, certificato secondo la norma EN ISO 15875-2, dotato di barriera ossigeno in conformità alla norma DIN 4726.</w:t>
            </w:r>
          </w:p>
          <w:p w14:paraId="1A7B8EB5" w14:textId="77777777" w:rsidR="00EB2C3E" w:rsidRDefault="00EB2C3E" w:rsidP="00EB2C3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1E6423" w14:textId="77777777" w:rsidR="00EB2C3E" w:rsidRPr="002C51C7" w:rsidRDefault="00EB2C3E" w:rsidP="00EB2C3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C51C7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5F456E6" w14:textId="77777777" w:rsidR="00EB2C3E" w:rsidRPr="002C51C7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C51C7">
              <w:rPr>
                <w:rFonts w:ascii="Poppins" w:hAnsi="Poppins" w:cs="Poppins"/>
              </w:rPr>
              <w:t>Classi applicative (UNI EN ISO 15875-1): 4/6 bar, 5/6 bar</w:t>
            </w:r>
          </w:p>
          <w:p w14:paraId="19B69AA3" w14:textId="77777777" w:rsidR="00EB2C3E" w:rsidRPr="002C51C7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C51C7">
              <w:rPr>
                <w:rFonts w:ascii="Poppins" w:hAnsi="Poppins" w:cs="Poppins"/>
              </w:rPr>
              <w:t>Permeabilità all'ossigeno: &lt; 0,32 mg/(m2d) a 40°C; &lt; 3,60 mg/(m2d) a 80° C</w:t>
            </w:r>
          </w:p>
          <w:p w14:paraId="0D5713F8" w14:textId="77777777" w:rsidR="00EB2C3E" w:rsidRPr="00C01A2B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</w:t>
            </w:r>
            <w:r>
              <w:rPr>
                <w:rFonts w:ascii="Poppins" w:hAnsi="Poppins" w:cs="Poppins"/>
              </w:rPr>
              <w:t>5</w:t>
            </w:r>
            <w:r w:rsidRPr="00C01A2B">
              <w:rPr>
                <w:rFonts w:ascii="Poppins" w:hAnsi="Poppins" w:cs="Poppins"/>
              </w:rPr>
              <w:t>0 kg/m3</w:t>
            </w:r>
          </w:p>
          <w:p w14:paraId="60A5BFC6" w14:textId="77777777" w:rsidR="00EB2C3E" w:rsidRPr="00C01A2B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01A2B">
              <w:rPr>
                <w:rFonts w:ascii="Poppins" w:hAnsi="Poppins" w:cs="Poppins"/>
              </w:rPr>
              <w:t>mK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51BAEEFD" w14:textId="77777777" w:rsidR="00EB2C3E" w:rsidRPr="00C01A2B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 xml:space="preserve">Grado di reticolazione: ≥ 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0%</w:t>
            </w:r>
          </w:p>
          <w:p w14:paraId="0B6F3482" w14:textId="77777777" w:rsidR="00EB2C3E" w:rsidRPr="00C01A2B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</w:t>
            </w:r>
            <w:r>
              <w:rPr>
                <w:rFonts w:ascii="Poppins" w:hAnsi="Poppins" w:cs="Poppins"/>
              </w:rPr>
              <w:t>4</w:t>
            </w:r>
            <w:r w:rsidRPr="00C01A2B">
              <w:rPr>
                <w:rFonts w:ascii="Poppins" w:hAnsi="Poppins" w:cs="Poppins"/>
              </w:rPr>
              <w:t xml:space="preserve"> mm/(</w:t>
            </w:r>
            <w:proofErr w:type="spellStart"/>
            <w:r w:rsidRPr="00C01A2B">
              <w:rPr>
                <w:rFonts w:ascii="Poppins" w:hAnsi="Poppins" w:cs="Poppins"/>
              </w:rPr>
              <w:t>m°C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443E157A" w14:textId="77777777" w:rsidR="00EB2C3E" w:rsidRPr="00C01A2B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1CCAB048" w14:textId="77777777" w:rsidR="00EB2C3E" w:rsidRPr="00C01A2B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26D96E29" w14:textId="77777777" w:rsidR="00EB2C3E" w:rsidRPr="00C01A2B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</w:t>
            </w:r>
            <w:r>
              <w:rPr>
                <w:rFonts w:ascii="Poppins" w:hAnsi="Poppins" w:cs="Poppins"/>
              </w:rPr>
              <w:t>327 l</w:t>
            </w:r>
            <w:r w:rsidRPr="00C01A2B">
              <w:rPr>
                <w:rFonts w:ascii="Poppins" w:hAnsi="Poppins" w:cs="Poppins"/>
              </w:rPr>
              <w:t>/m</w:t>
            </w:r>
          </w:p>
          <w:p w14:paraId="7E63D09D" w14:textId="77777777" w:rsidR="00EB2C3E" w:rsidRPr="00C01A2B" w:rsidRDefault="00EB2C3E" w:rsidP="00EB2C3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lastRenderedPageBreak/>
              <w:t>Applicazione: impianti termici</w:t>
            </w:r>
          </w:p>
          <w:p w14:paraId="5647204E" w14:textId="77777777" w:rsidR="00EB2C3E" w:rsidRPr="00062D94" w:rsidRDefault="00EB2C3E" w:rsidP="00EB2C3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CA473E" w14:textId="01AF2130" w:rsidR="00EB2C3E" w:rsidRPr="00CA6A43" w:rsidRDefault="00EB2C3E" w:rsidP="00EB2C3E">
            <w:pPr>
              <w:jc w:val="both"/>
              <w:rPr>
                <w:rFonts w:ascii="Poppins" w:hAnsi="Poppins" w:cs="Poppins"/>
                <w:sz w:val="20"/>
              </w:rPr>
            </w:pPr>
            <w:r w:rsidRPr="00062D94">
              <w:rPr>
                <w:rFonts w:ascii="Poppins" w:hAnsi="Poppins" w:cs="Poppins"/>
                <w:b/>
                <w:bCs/>
                <w:sz w:val="20"/>
              </w:rPr>
              <w:t>Marca Emmeti – Modello Tubazione PE-</w:t>
            </w:r>
            <w:proofErr w:type="spellStart"/>
            <w:r w:rsidRPr="00062D94">
              <w:rPr>
                <w:rFonts w:ascii="Poppins" w:hAnsi="Poppins" w:cs="Poppins"/>
                <w:b/>
                <w:bCs/>
                <w:sz w:val="20"/>
              </w:rPr>
              <w:t>Xa</w:t>
            </w:r>
            <w:proofErr w:type="spellEnd"/>
            <w:r w:rsidRPr="00062D94">
              <w:rPr>
                <w:rFonts w:ascii="Poppins" w:hAnsi="Poppins" w:cs="Poppins"/>
                <w:b/>
                <w:bCs/>
                <w:sz w:val="20"/>
              </w:rPr>
              <w:t xml:space="preserve"> barriera ossigeno EVOH 5 strati 2</w:t>
            </w:r>
            <w:r>
              <w:rPr>
                <w:rFonts w:ascii="Poppins" w:hAnsi="Poppins" w:cs="Poppins"/>
                <w:b/>
                <w:bCs/>
                <w:sz w:val="20"/>
              </w:rPr>
              <w:t>5</w:t>
            </w:r>
            <w:r w:rsidRPr="00062D94">
              <w:rPr>
                <w:rFonts w:ascii="Poppins" w:hAnsi="Poppins" w:cs="Poppins"/>
                <w:b/>
                <w:bCs/>
                <w:sz w:val="20"/>
              </w:rPr>
              <w:t>x2</w:t>
            </w:r>
            <w:r>
              <w:rPr>
                <w:rFonts w:ascii="Poppins" w:hAnsi="Poppins" w:cs="Poppins"/>
                <w:b/>
                <w:bCs/>
                <w:sz w:val="20"/>
              </w:rPr>
              <w:t>,3</w:t>
            </w:r>
            <w:r w:rsidRPr="00062D94">
              <w:rPr>
                <w:rFonts w:ascii="Poppins" w:hAnsi="Poppins" w:cs="Poppins"/>
                <w:b/>
                <w:bCs/>
                <w:sz w:val="20"/>
              </w:rPr>
              <w:t xml:space="preserve"> L=500 m o equivalente.</w:t>
            </w:r>
          </w:p>
        </w:tc>
      </w:tr>
      <w:tr w:rsidR="009F64AF" w:rsidRPr="00F4606B" w14:paraId="5BA0D7C3" w14:textId="77777777" w:rsidTr="00FD02BC">
        <w:tc>
          <w:tcPr>
            <w:tcW w:w="1311" w:type="dxa"/>
          </w:tcPr>
          <w:p w14:paraId="01DD8BDD" w14:textId="0F6280B1" w:rsidR="009F64AF" w:rsidRPr="00AB2EC2" w:rsidRDefault="009F64AF" w:rsidP="009F64AF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0836</w:t>
            </w:r>
          </w:p>
        </w:tc>
        <w:tc>
          <w:tcPr>
            <w:tcW w:w="2086" w:type="dxa"/>
          </w:tcPr>
          <w:p w14:paraId="197A24AA" w14:textId="77777777" w:rsidR="009F64AF" w:rsidRPr="00AB2EC2" w:rsidRDefault="009F64AF" w:rsidP="009F64AF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2B4B50EA" w14:textId="7DDD45F3" w:rsidR="009F64AF" w:rsidRPr="00AB2EC2" w:rsidRDefault="009F64AF" w:rsidP="009F64AF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7CCE202B" w14:textId="77777777" w:rsidR="009F64AF" w:rsidRPr="00CA6A43" w:rsidRDefault="009F64AF" w:rsidP="009F64AF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 xml:space="preserve">Tubo </w:t>
            </w:r>
            <w:r>
              <w:rPr>
                <w:rFonts w:ascii="Poppins" w:hAnsi="Poppins" w:cs="Poppins"/>
                <w:sz w:val="20"/>
              </w:rPr>
              <w:t xml:space="preserve">rosso </w:t>
            </w:r>
            <w:r w:rsidRPr="00CA6A43">
              <w:rPr>
                <w:rFonts w:ascii="Poppins" w:hAnsi="Poppins" w:cs="Poppins"/>
                <w:sz w:val="20"/>
              </w:rPr>
              <w:t xml:space="preserve">a 5 strati in PE-RT </w:t>
            </w:r>
            <w:proofErr w:type="spellStart"/>
            <w:r w:rsidRPr="00CA6A43">
              <w:rPr>
                <w:rFonts w:ascii="Poppins" w:hAnsi="Poppins" w:cs="Poppins"/>
                <w:sz w:val="20"/>
              </w:rPr>
              <w:t>Type</w:t>
            </w:r>
            <w:proofErr w:type="spellEnd"/>
            <w:r w:rsidRPr="00CA6A43">
              <w:rPr>
                <w:rFonts w:ascii="Poppins" w:hAnsi="Poppins" w:cs="Poppins"/>
                <w:sz w:val="20"/>
              </w:rPr>
              <w:t xml:space="preserve">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0AB4FE6C" w14:textId="77777777" w:rsidR="009F64AF" w:rsidRPr="00CA6A43" w:rsidRDefault="009F64AF" w:rsidP="009F64A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C911ED1" w14:textId="77777777" w:rsidR="009F64AF" w:rsidRPr="00CA6A43" w:rsidRDefault="009F64AF" w:rsidP="009F64A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65830DC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40574834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6F79DC63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3108B894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369DCDEC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5EF1AD80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7899EE60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445AC1C6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68C8AE28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75CE1D94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7F51A9ED" w14:textId="77777777" w:rsidR="009F64AF" w:rsidRPr="00CA6A43" w:rsidRDefault="009F64AF" w:rsidP="009F64A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36BDA42" w14:textId="7AF0F057" w:rsidR="009F64AF" w:rsidRPr="00AB2EC2" w:rsidRDefault="009F64AF" w:rsidP="009F64AF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24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F64AF" w:rsidRPr="00F4606B" w14:paraId="274D5147" w14:textId="77777777" w:rsidTr="00FD02BC">
        <w:tc>
          <w:tcPr>
            <w:tcW w:w="1311" w:type="dxa"/>
          </w:tcPr>
          <w:p w14:paraId="72AEBE3C" w14:textId="488A5500" w:rsidR="009F64AF" w:rsidRPr="00AB2EC2" w:rsidRDefault="009F64AF" w:rsidP="009F64AF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0832</w:t>
            </w:r>
          </w:p>
        </w:tc>
        <w:tc>
          <w:tcPr>
            <w:tcW w:w="2086" w:type="dxa"/>
          </w:tcPr>
          <w:p w14:paraId="55A29057" w14:textId="77777777" w:rsidR="009F64AF" w:rsidRPr="00AB2EC2" w:rsidRDefault="009F64AF" w:rsidP="009F64AF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34C4EC3F" w14:textId="58883624" w:rsidR="009F64AF" w:rsidRPr="00AB2EC2" w:rsidRDefault="009F64AF" w:rsidP="009F64AF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04B4FF73" w14:textId="77777777" w:rsidR="009F64AF" w:rsidRPr="00CA6A43" w:rsidRDefault="009F64AF" w:rsidP="009F64AF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</w:t>
            </w:r>
            <w:r>
              <w:rPr>
                <w:rFonts w:ascii="Poppins" w:hAnsi="Poppins" w:cs="Poppins"/>
                <w:sz w:val="20"/>
              </w:rPr>
              <w:t xml:space="preserve"> rosso</w:t>
            </w:r>
            <w:r w:rsidRPr="00CA6A43">
              <w:rPr>
                <w:rFonts w:ascii="Poppins" w:hAnsi="Poppins" w:cs="Poppins"/>
                <w:sz w:val="20"/>
              </w:rPr>
              <w:t xml:space="preserve"> a 5 strati in PE-RT </w:t>
            </w:r>
            <w:proofErr w:type="spellStart"/>
            <w:r w:rsidRPr="00CA6A43">
              <w:rPr>
                <w:rFonts w:ascii="Poppins" w:hAnsi="Poppins" w:cs="Poppins"/>
                <w:sz w:val="20"/>
              </w:rPr>
              <w:t>Type</w:t>
            </w:r>
            <w:proofErr w:type="spellEnd"/>
            <w:r w:rsidRPr="00CA6A43">
              <w:rPr>
                <w:rFonts w:ascii="Poppins" w:hAnsi="Poppins" w:cs="Poppins"/>
                <w:sz w:val="20"/>
              </w:rPr>
              <w:t xml:space="preserve">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2EB89434" w14:textId="77777777" w:rsidR="009F64AF" w:rsidRPr="00CA6A43" w:rsidRDefault="009F64AF" w:rsidP="009F64A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A1A55EB" w14:textId="77777777" w:rsidR="009F64AF" w:rsidRPr="00CA6A43" w:rsidRDefault="009F64AF" w:rsidP="009F64A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F5F2011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5F5E0437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34D49C3B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5B7A4CA3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7DDAF4CF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53EEA31B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04F43108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2709BACD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3B501B79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lastRenderedPageBreak/>
              <w:t>Contenuto d’acqua: 0.11 l/m</w:t>
            </w:r>
          </w:p>
          <w:p w14:paraId="0B3AB200" w14:textId="77777777" w:rsidR="009F64AF" w:rsidRPr="00CA6A43" w:rsidRDefault="009F64AF" w:rsidP="009F64A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65CB5096" w14:textId="77777777" w:rsidR="009F64AF" w:rsidRPr="00CA6A43" w:rsidRDefault="009F64AF" w:rsidP="009F64A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1A80ED2" w14:textId="43DF793C" w:rsidR="009F64AF" w:rsidRPr="00AB2EC2" w:rsidRDefault="009F64AF" w:rsidP="009F64AF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95B6B" w14:paraId="60B264E8" w14:textId="77777777" w:rsidTr="00FD02BC">
        <w:tc>
          <w:tcPr>
            <w:tcW w:w="1311" w:type="dxa"/>
          </w:tcPr>
          <w:p w14:paraId="41D80459" w14:textId="1DB587A3" w:rsidR="00995B6B" w:rsidRPr="00B74439" w:rsidRDefault="00995B6B" w:rsidP="00995B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58214371" w14:textId="77777777" w:rsidR="00995B6B" w:rsidRDefault="00995B6B" w:rsidP="00995B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7E37F552" w14:textId="0F252DFB" w:rsidR="00995B6B" w:rsidRPr="00B74439" w:rsidRDefault="00995B6B" w:rsidP="00995B6B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litri</w:t>
            </w:r>
          </w:p>
        </w:tc>
        <w:tc>
          <w:tcPr>
            <w:tcW w:w="6101" w:type="dxa"/>
          </w:tcPr>
          <w:p w14:paraId="5D57AE55" w14:textId="77777777" w:rsidR="00995B6B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07C7E12D" w14:textId="77777777" w:rsidR="00995B6B" w:rsidRPr="00F12594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163D36" w14:textId="77777777" w:rsidR="00995B6B" w:rsidRPr="00F12594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62370D7E" w14:textId="77777777" w:rsidR="00995B6B" w:rsidRPr="00F12594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10</w:t>
            </w:r>
          </w:p>
          <w:p w14:paraId="750D828C" w14:textId="77777777" w:rsidR="00995B6B" w:rsidRPr="00F12594" w:rsidRDefault="00995B6B" w:rsidP="00995B6B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F3B4AD3" w14:textId="225624A8" w:rsidR="00995B6B" w:rsidRPr="00B74439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10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95B6B" w14:paraId="676161DF" w14:textId="77777777" w:rsidTr="00FD02BC">
        <w:tc>
          <w:tcPr>
            <w:tcW w:w="1311" w:type="dxa"/>
          </w:tcPr>
          <w:p w14:paraId="36D5F378" w14:textId="01647063" w:rsidR="00995B6B" w:rsidRPr="00B74439" w:rsidRDefault="00995B6B" w:rsidP="00995B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05382883" w14:textId="77777777" w:rsidR="00995B6B" w:rsidRDefault="00995B6B" w:rsidP="00995B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58A4FC3F" w14:textId="5676D2F3" w:rsidR="00995B6B" w:rsidRPr="00B74439" w:rsidRDefault="00995B6B" w:rsidP="00995B6B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 litri</w:t>
            </w:r>
          </w:p>
        </w:tc>
        <w:tc>
          <w:tcPr>
            <w:tcW w:w="6101" w:type="dxa"/>
          </w:tcPr>
          <w:p w14:paraId="19A3E32A" w14:textId="77777777" w:rsidR="00995B6B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3F4E871E" w14:textId="77777777" w:rsidR="00995B6B" w:rsidRPr="00F12594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A260F7" w14:textId="77777777" w:rsidR="00995B6B" w:rsidRPr="00F12594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6A6EC01D" w14:textId="77777777" w:rsidR="00995B6B" w:rsidRPr="00F12594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25</w:t>
            </w:r>
          </w:p>
          <w:p w14:paraId="35CD1751" w14:textId="77777777" w:rsidR="00995B6B" w:rsidRPr="00F12594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315A49" w14:textId="18043ECB" w:rsidR="00995B6B" w:rsidRPr="00B74439" w:rsidRDefault="00995B6B" w:rsidP="00995B6B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25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95B6B" w14:paraId="055595C4" w14:textId="77777777" w:rsidTr="00FD02BC">
        <w:tc>
          <w:tcPr>
            <w:tcW w:w="1311" w:type="dxa"/>
          </w:tcPr>
          <w:p w14:paraId="1DF484D0" w14:textId="1F9F6B71" w:rsidR="00995B6B" w:rsidRPr="00B74439" w:rsidRDefault="00995B6B" w:rsidP="00995B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41E99010" w14:textId="77777777" w:rsidR="00995B6B" w:rsidRPr="00F12594" w:rsidRDefault="00995B6B" w:rsidP="00995B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per impianti di riscaldamento alta/bassa temperatura e condizionamento</w:t>
            </w:r>
          </w:p>
          <w:p w14:paraId="063139A9" w14:textId="77777777" w:rsidR="00995B6B" w:rsidRPr="00B74439" w:rsidRDefault="00995B6B" w:rsidP="00995B6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2E129A8" w14:textId="77777777" w:rsidR="00995B6B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ad azione anticorrosiva per tutti i metalli, antincrostante e biocida per impianti di riscaldamento ad alta o bassa temperatura e/o condizionamento, con protettivi anticalcare (max 25 °F)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23080293" w14:textId="77777777" w:rsidR="00995B6B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5579480" w14:textId="77777777" w:rsidR="00995B6B" w:rsidRPr="00F12594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E8B6D7" w14:textId="77777777" w:rsidR="00995B6B" w:rsidRPr="00F73AD4" w:rsidRDefault="00995B6B" w:rsidP="00995B6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9BAFC64" w14:textId="77777777" w:rsidR="00995B6B" w:rsidRPr="00F73AD4" w:rsidRDefault="00995B6B" w:rsidP="00995B6B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15718191" w14:textId="77777777" w:rsidR="00995B6B" w:rsidRPr="00F73AD4" w:rsidRDefault="00995B6B" w:rsidP="00995B6B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73AD4">
              <w:rPr>
                <w:rFonts w:ascii="Poppins" w:hAnsi="Poppins" w:cs="Poppins"/>
              </w:rPr>
              <w:t>ph</w:t>
            </w:r>
            <w:proofErr w:type="spellEnd"/>
            <w:r w:rsidRPr="00F73AD4">
              <w:rPr>
                <w:rFonts w:ascii="Poppins" w:hAnsi="Poppins" w:cs="Poppins"/>
              </w:rPr>
              <w:t>: 7 ± 0.5</w:t>
            </w:r>
          </w:p>
          <w:p w14:paraId="3E844741" w14:textId="77777777" w:rsidR="00995B6B" w:rsidRPr="00F73AD4" w:rsidRDefault="00995B6B" w:rsidP="00995B6B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 xml:space="preserve">Densità (20°C): 1.025 ±0.1 kg/l </w:t>
            </w:r>
          </w:p>
          <w:p w14:paraId="73AE6F90" w14:textId="77777777" w:rsidR="00995B6B" w:rsidRPr="00F73AD4" w:rsidRDefault="00995B6B" w:rsidP="00995B6B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05FAD72F" w14:textId="77777777" w:rsidR="00995B6B" w:rsidRPr="00F73AD4" w:rsidRDefault="00995B6B" w:rsidP="00995B6B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031DE0E6" w14:textId="77777777" w:rsidR="00995B6B" w:rsidRPr="00F12594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E44ED70" w14:textId="2C497B39" w:rsidR="00995B6B" w:rsidRPr="00B74439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o equivalente</w:t>
            </w:r>
            <w:r>
              <w:rPr>
                <w:rFonts w:ascii="Poppins" w:hAnsi="Poppins" w:cs="Poppins"/>
                <w:sz w:val="20"/>
              </w:rPr>
              <w:t>.</w:t>
            </w:r>
          </w:p>
        </w:tc>
      </w:tr>
      <w:tr w:rsidR="00995B6B" w14:paraId="6FAF6A6D" w14:textId="77777777" w:rsidTr="00FD02BC">
        <w:tc>
          <w:tcPr>
            <w:tcW w:w="1311" w:type="dxa"/>
          </w:tcPr>
          <w:p w14:paraId="3F5F3CE5" w14:textId="66266E3A" w:rsidR="00995B6B" w:rsidRPr="00B74439" w:rsidRDefault="00995B6B" w:rsidP="00995B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6B5F9044" w14:textId="77777777" w:rsidR="00995B6B" w:rsidRPr="00F12594" w:rsidRDefault="00995B6B" w:rsidP="00995B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bassa temperatura nuovi o vecchi</w:t>
            </w:r>
          </w:p>
          <w:p w14:paraId="5162770B" w14:textId="77777777" w:rsidR="00995B6B" w:rsidRPr="00B74439" w:rsidRDefault="00995B6B" w:rsidP="00995B6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F36947A" w14:textId="77777777" w:rsidR="00995B6B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idoneo a rimuovere le biomasse e gli ossidi metallici all’interno degli impianti di riscaldamento a bassa temperatura e anche dei termo arredi.</w:t>
            </w:r>
          </w:p>
          <w:p w14:paraId="5BEAE196" w14:textId="77777777" w:rsidR="00995B6B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5CDD2C74" w14:textId="77777777" w:rsidR="00995B6B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Adatto a tutti i tipi di riscaldamento in quanto non è corrosivo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2BFF4CBD" w14:textId="77777777" w:rsidR="00995B6B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C2FA607" w14:textId="77777777" w:rsidR="00995B6B" w:rsidRPr="00F85508" w:rsidRDefault="00995B6B" w:rsidP="00995B6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B0163A9" w14:textId="77777777" w:rsidR="00995B6B" w:rsidRPr="00F85508" w:rsidRDefault="00995B6B" w:rsidP="00995B6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Aspetto: liquido limpido incolore – giallo </w:t>
            </w:r>
          </w:p>
          <w:p w14:paraId="0F5933D2" w14:textId="77777777" w:rsidR="00995B6B" w:rsidRPr="00F85508" w:rsidRDefault="00995B6B" w:rsidP="00995B6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85508">
              <w:rPr>
                <w:rFonts w:ascii="Poppins" w:hAnsi="Poppins" w:cs="Poppins"/>
              </w:rPr>
              <w:t>ph</w:t>
            </w:r>
            <w:proofErr w:type="spellEnd"/>
            <w:r w:rsidRPr="00F85508">
              <w:rPr>
                <w:rFonts w:ascii="Poppins" w:hAnsi="Poppins" w:cs="Poppins"/>
              </w:rPr>
              <w:t>: 5 ± 0.5</w:t>
            </w:r>
          </w:p>
          <w:p w14:paraId="6C25C891" w14:textId="77777777" w:rsidR="00995B6B" w:rsidRPr="00F85508" w:rsidRDefault="00995B6B" w:rsidP="00995B6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Densità (20°C): 1.035 kg/l </w:t>
            </w:r>
          </w:p>
          <w:p w14:paraId="008C553F" w14:textId="77777777" w:rsidR="00995B6B" w:rsidRPr="00F85508" w:rsidRDefault="00995B6B" w:rsidP="00995B6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22AEFB06" w14:textId="77777777" w:rsidR="00995B6B" w:rsidRPr="00F85508" w:rsidRDefault="00995B6B" w:rsidP="00995B6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kg/confezione: 5</w:t>
            </w:r>
          </w:p>
          <w:p w14:paraId="2DE0E44E" w14:textId="77777777" w:rsidR="00995B6B" w:rsidRPr="00F12594" w:rsidRDefault="00995B6B" w:rsidP="00995B6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5A4254" w14:textId="27A3627C" w:rsidR="00995B6B" w:rsidRPr="00B74439" w:rsidRDefault="00995B6B" w:rsidP="00995B6B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86F92" w14:paraId="1689AEA4" w14:textId="77777777" w:rsidTr="00FD02BC">
        <w:tc>
          <w:tcPr>
            <w:tcW w:w="1311" w:type="dxa"/>
          </w:tcPr>
          <w:p w14:paraId="3792D69A" w14:textId="500F3155" w:rsidR="00E86F92" w:rsidRPr="00B74439" w:rsidRDefault="00E86F92" w:rsidP="00E86F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02706862</w:t>
            </w:r>
          </w:p>
        </w:tc>
        <w:tc>
          <w:tcPr>
            <w:tcW w:w="2086" w:type="dxa"/>
          </w:tcPr>
          <w:p w14:paraId="64591E6A" w14:textId="77777777" w:rsidR="00E86F92" w:rsidRPr="00F12594" w:rsidRDefault="00E86F92" w:rsidP="00E86F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00019775" w14:textId="49F0C1D1" w:rsidR="00E86F92" w:rsidRPr="00B74439" w:rsidRDefault="00E86F92" w:rsidP="00E86F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50 litri</w:t>
            </w:r>
          </w:p>
        </w:tc>
        <w:tc>
          <w:tcPr>
            <w:tcW w:w="6101" w:type="dxa"/>
          </w:tcPr>
          <w:p w14:paraId="548C73D5" w14:textId="77777777" w:rsidR="00E86F92" w:rsidRDefault="00E86F92" w:rsidP="00E86F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2B448480" w14:textId="77777777" w:rsidR="00E86F92" w:rsidRDefault="00E86F92" w:rsidP="00E86F9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E9BFF55" w14:textId="77777777" w:rsidR="00E86F92" w:rsidRPr="00265BF1" w:rsidRDefault="00E86F92" w:rsidP="00E86F9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19F621B" w14:textId="77777777" w:rsidR="00E86F92" w:rsidRPr="00265BF1" w:rsidRDefault="00E86F92" w:rsidP="00E86F9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1A8373F6" w14:textId="77777777" w:rsidR="00E86F92" w:rsidRPr="00265BF1" w:rsidRDefault="00E86F92" w:rsidP="00E86F9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 xml:space="preserve">Prevalenza H: 5 – 52 m.c.H2O </w:t>
            </w:r>
          </w:p>
          <w:p w14:paraId="40046927" w14:textId="77777777" w:rsidR="00E86F92" w:rsidRPr="00265BF1" w:rsidRDefault="00E86F92" w:rsidP="00E86F9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N° giri al minuto: 2900 rpm</w:t>
            </w:r>
          </w:p>
          <w:p w14:paraId="0442CD45" w14:textId="77777777" w:rsidR="00E86F92" w:rsidRPr="00265BF1" w:rsidRDefault="00E86F92" w:rsidP="00E86F9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11C98A37" w14:textId="77777777" w:rsidR="00E86F92" w:rsidRPr="00F12594" w:rsidRDefault="00E86F92" w:rsidP="00E86F9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63ED0B" w14:textId="7BC811A8" w:rsidR="00E86F92" w:rsidRPr="00B74439" w:rsidRDefault="00E86F92" w:rsidP="00E86F92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misura 50 litri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86F92" w14:paraId="778AF004" w14:textId="77777777" w:rsidTr="00FD02BC">
        <w:tc>
          <w:tcPr>
            <w:tcW w:w="1311" w:type="dxa"/>
          </w:tcPr>
          <w:p w14:paraId="3AFD95C8" w14:textId="32FA4783" w:rsidR="00E86F92" w:rsidRPr="00B74439" w:rsidRDefault="00E86F92" w:rsidP="00E86F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28130480</w:t>
            </w:r>
          </w:p>
        </w:tc>
        <w:tc>
          <w:tcPr>
            <w:tcW w:w="2086" w:type="dxa"/>
          </w:tcPr>
          <w:p w14:paraId="46963FC3" w14:textId="77777777" w:rsidR="00E86F92" w:rsidRPr="00F12594" w:rsidRDefault="00E86F92" w:rsidP="00E86F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0D18E725" w14:textId="77777777" w:rsidR="00E86F92" w:rsidRPr="00F12594" w:rsidRDefault="00E86F92" w:rsidP="00E86F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5x150mm</w:t>
            </w:r>
          </w:p>
          <w:p w14:paraId="01BCFFCA" w14:textId="77777777" w:rsidR="00E86F92" w:rsidRPr="00B74439" w:rsidRDefault="00E86F92" w:rsidP="00E86F9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D44A9B4" w14:textId="77777777" w:rsidR="00E86F92" w:rsidRDefault="00E86F92" w:rsidP="00E86F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3E2F30AA" w14:textId="77777777" w:rsidR="00E86F92" w:rsidRPr="00F12594" w:rsidRDefault="00E86F92" w:rsidP="00E86F9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6AAE2B" w14:textId="77777777" w:rsidR="00E86F92" w:rsidRPr="00F12594" w:rsidRDefault="00E86F92" w:rsidP="00E86F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1EA87B3E" w14:textId="77777777" w:rsidR="00E86F92" w:rsidRPr="00F12594" w:rsidRDefault="00E86F92" w:rsidP="00E86F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408CC846" w14:textId="77777777" w:rsidR="00E86F92" w:rsidRPr="00F12594" w:rsidRDefault="00E86F92" w:rsidP="00E86F92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B0986F3" w14:textId="73EBFB98" w:rsidR="00E86F92" w:rsidRPr="00B74439" w:rsidRDefault="00E86F92" w:rsidP="00E86F92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5x150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86F92" w14:paraId="5988A2E0" w14:textId="77777777" w:rsidTr="00FD02BC">
        <w:tc>
          <w:tcPr>
            <w:tcW w:w="1311" w:type="dxa"/>
          </w:tcPr>
          <w:p w14:paraId="2826BE31" w14:textId="4796A67B" w:rsidR="00E86F92" w:rsidRPr="00B74439" w:rsidRDefault="00E86F92" w:rsidP="00E86F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28130482</w:t>
            </w:r>
          </w:p>
        </w:tc>
        <w:tc>
          <w:tcPr>
            <w:tcW w:w="2086" w:type="dxa"/>
          </w:tcPr>
          <w:p w14:paraId="797DA5E1" w14:textId="77777777" w:rsidR="00E86F92" w:rsidRPr="00F12594" w:rsidRDefault="00E86F92" w:rsidP="00E86F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6451A9D6" w14:textId="77777777" w:rsidR="00E86F92" w:rsidRPr="00F12594" w:rsidRDefault="00E86F92" w:rsidP="00E86F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7x150mm</w:t>
            </w:r>
          </w:p>
          <w:p w14:paraId="65E350CA" w14:textId="77777777" w:rsidR="00E86F92" w:rsidRPr="00B74439" w:rsidRDefault="00E86F92" w:rsidP="00E86F9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FCAF5A8" w14:textId="77777777" w:rsidR="00E86F92" w:rsidRDefault="00E86F92" w:rsidP="00E86F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Striscia isolante perimetrale in polietilene espanso a cellule chiuse. Dotata di banda adesiva per il fissaggio a parete.</w:t>
            </w:r>
          </w:p>
          <w:p w14:paraId="383EFCA2" w14:textId="77777777" w:rsidR="00E86F92" w:rsidRPr="00F12594" w:rsidRDefault="00E86F92" w:rsidP="00E86F9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36E9B15" w14:textId="77777777" w:rsidR="00E86F92" w:rsidRPr="00F12594" w:rsidRDefault="00E86F92" w:rsidP="00E86F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Dimensioni: spessore 7 mm x altezza 150 mm</w:t>
            </w:r>
          </w:p>
          <w:p w14:paraId="2540525E" w14:textId="77777777" w:rsidR="00E86F92" w:rsidRPr="00F12594" w:rsidRDefault="00E86F92" w:rsidP="00E86F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2FA49C8B" w14:textId="77777777" w:rsidR="00E86F92" w:rsidRPr="00F12594" w:rsidRDefault="00E86F92" w:rsidP="00E86F9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363DFAB" w14:textId="59164368" w:rsidR="00E86F92" w:rsidRPr="00B74439" w:rsidRDefault="00E86F92" w:rsidP="00E86F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7x150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4018A" w14:paraId="347F2299" w14:textId="77777777" w:rsidTr="00FD02BC">
        <w:tc>
          <w:tcPr>
            <w:tcW w:w="1311" w:type="dxa"/>
          </w:tcPr>
          <w:p w14:paraId="69DD480F" w14:textId="0EC5C7BC" w:rsidR="0054018A" w:rsidRPr="00B74439" w:rsidRDefault="0054018A" w:rsidP="0054018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28130032</w:t>
            </w:r>
          </w:p>
        </w:tc>
        <w:tc>
          <w:tcPr>
            <w:tcW w:w="2086" w:type="dxa"/>
          </w:tcPr>
          <w:p w14:paraId="548C406D" w14:textId="77777777" w:rsidR="0054018A" w:rsidRPr="00F12594" w:rsidRDefault="0054018A" w:rsidP="0054018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23907A3A" w14:textId="77777777" w:rsidR="0054018A" w:rsidRPr="00F12594" w:rsidRDefault="0054018A" w:rsidP="0054018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633B7561" w14:textId="77777777" w:rsidR="0054018A" w:rsidRPr="00B74439" w:rsidRDefault="0054018A" w:rsidP="0054018A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0AD4C11" w14:textId="77777777" w:rsidR="0054018A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7-8 mm.</w:t>
            </w:r>
          </w:p>
          <w:p w14:paraId="534C060F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915E25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31D56C1D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63A150A0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82D056" w14:textId="3E9EFDE4" w:rsidR="0054018A" w:rsidRPr="00B74439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4018A" w14:paraId="2FC2B4F8" w14:textId="77777777" w:rsidTr="00FD02BC">
        <w:tc>
          <w:tcPr>
            <w:tcW w:w="1311" w:type="dxa"/>
          </w:tcPr>
          <w:p w14:paraId="0C5F19A2" w14:textId="425702FA" w:rsidR="0054018A" w:rsidRPr="00B74439" w:rsidRDefault="0054018A" w:rsidP="0054018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28130486</w:t>
            </w:r>
          </w:p>
        </w:tc>
        <w:tc>
          <w:tcPr>
            <w:tcW w:w="2086" w:type="dxa"/>
          </w:tcPr>
          <w:p w14:paraId="1F1A0DA9" w14:textId="77777777" w:rsidR="0054018A" w:rsidRPr="00F12594" w:rsidRDefault="0054018A" w:rsidP="0054018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458AC1E5" w14:textId="77777777" w:rsidR="0054018A" w:rsidRPr="00F12594" w:rsidRDefault="0054018A" w:rsidP="0054018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2B28ADA0" w14:textId="77777777" w:rsidR="0054018A" w:rsidRPr="00B74439" w:rsidRDefault="0054018A" w:rsidP="0054018A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33B0104" w14:textId="77777777" w:rsidR="0054018A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09A2A86F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02463B9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4F127FEC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13C2557B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6E08E5F" w14:textId="215613DF" w:rsidR="0054018A" w:rsidRPr="00B74439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4018A" w14:paraId="028B2B26" w14:textId="77777777" w:rsidTr="00FD02BC">
        <w:tc>
          <w:tcPr>
            <w:tcW w:w="1311" w:type="dxa"/>
          </w:tcPr>
          <w:p w14:paraId="5BA55B7E" w14:textId="3A9F8AAF" w:rsidR="0054018A" w:rsidRPr="00B74439" w:rsidRDefault="0054018A" w:rsidP="0054018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4454</w:t>
            </w:r>
          </w:p>
        </w:tc>
        <w:tc>
          <w:tcPr>
            <w:tcW w:w="2086" w:type="dxa"/>
          </w:tcPr>
          <w:p w14:paraId="0A8DFD76" w14:textId="77777777" w:rsidR="0054018A" w:rsidRPr="00C46132" w:rsidRDefault="0054018A" w:rsidP="0054018A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Clip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fissatubo</w:t>
            </w:r>
            <w:proofErr w:type="spellEnd"/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 per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Tacker</w:t>
            </w:r>
            <w:proofErr w:type="spellEnd"/>
          </w:p>
          <w:p w14:paraId="1D16F0AE" w14:textId="0441461A" w:rsidR="0054018A" w:rsidRPr="0029004D" w:rsidRDefault="0054018A" w:rsidP="0054018A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>H 4</w:t>
            </w:r>
            <w:r>
              <w:rPr>
                <w:rFonts w:ascii="Poppins" w:hAnsi="Poppins" w:cs="Poppins"/>
                <w:sz w:val="20"/>
                <w:lang w:val="sv-SE"/>
              </w:rPr>
              <w:t>2</w:t>
            </w:r>
          </w:p>
        </w:tc>
        <w:tc>
          <w:tcPr>
            <w:tcW w:w="6101" w:type="dxa"/>
          </w:tcPr>
          <w:p w14:paraId="291FB89F" w14:textId="77777777" w:rsidR="0054018A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in materiale plastico, per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utilizzando il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40FA8620" w14:textId="77777777" w:rsidR="0054018A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F855B6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Confezione da 300 pezzi</w:t>
            </w:r>
          </w:p>
          <w:p w14:paraId="02FD0A07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Altezza: H=4</w:t>
            </w:r>
            <w:r>
              <w:rPr>
                <w:rFonts w:ascii="Poppins" w:hAnsi="Poppins" w:cs="Poppins"/>
                <w:sz w:val="20"/>
              </w:rPr>
              <w:t>2</w:t>
            </w:r>
          </w:p>
          <w:p w14:paraId="40765907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A6F1526" w14:textId="17423B03" w:rsidR="0054018A" w:rsidRPr="00B74439" w:rsidRDefault="0054018A" w:rsidP="0054018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per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H 4</w:t>
            </w:r>
            <w:r>
              <w:rPr>
                <w:rFonts w:ascii="Poppins" w:hAnsi="Poppins" w:cs="Poppins"/>
                <w:b/>
                <w:sz w:val="20"/>
              </w:rPr>
              <w:t>2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4018A" w14:paraId="679B2FE2" w14:textId="77777777" w:rsidTr="00FD02BC">
        <w:tc>
          <w:tcPr>
            <w:tcW w:w="1311" w:type="dxa"/>
          </w:tcPr>
          <w:p w14:paraId="30030A33" w14:textId="12DCEDAA" w:rsidR="0054018A" w:rsidRPr="00B74439" w:rsidRDefault="0054018A" w:rsidP="0054018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4460</w:t>
            </w:r>
          </w:p>
        </w:tc>
        <w:tc>
          <w:tcPr>
            <w:tcW w:w="2086" w:type="dxa"/>
          </w:tcPr>
          <w:p w14:paraId="63EB311C" w14:textId="77777777" w:rsidR="0054018A" w:rsidRPr="00C46132" w:rsidRDefault="0054018A" w:rsidP="0054018A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Clip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fissatubo</w:t>
            </w:r>
            <w:proofErr w:type="spellEnd"/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 per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Tacker</w:t>
            </w:r>
            <w:proofErr w:type="spellEnd"/>
          </w:p>
          <w:p w14:paraId="63CED5C5" w14:textId="50C7DE7B" w:rsidR="0054018A" w:rsidRPr="0029004D" w:rsidRDefault="0054018A" w:rsidP="0054018A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H </w:t>
            </w:r>
            <w:r>
              <w:rPr>
                <w:rFonts w:ascii="Poppins" w:hAnsi="Poppins" w:cs="Poppins"/>
                <w:sz w:val="20"/>
                <w:lang w:val="sv-SE"/>
              </w:rPr>
              <w:t>38</w:t>
            </w:r>
          </w:p>
        </w:tc>
        <w:tc>
          <w:tcPr>
            <w:tcW w:w="6101" w:type="dxa"/>
          </w:tcPr>
          <w:p w14:paraId="38465940" w14:textId="77777777" w:rsidR="0054018A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in materiale plastico, per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utilizzando il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7DDAAF75" w14:textId="77777777" w:rsidR="0054018A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98A1915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Confezione da 300 pezzi</w:t>
            </w:r>
          </w:p>
          <w:p w14:paraId="51F124F4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Altezza: H=</w:t>
            </w:r>
            <w:r>
              <w:rPr>
                <w:rFonts w:ascii="Poppins" w:hAnsi="Poppins" w:cs="Poppins"/>
                <w:sz w:val="20"/>
              </w:rPr>
              <w:t>38</w:t>
            </w:r>
          </w:p>
          <w:p w14:paraId="2B2374D1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A96D5F6" w14:textId="0A45370B" w:rsidR="0054018A" w:rsidRPr="00B74439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per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H </w:t>
            </w:r>
            <w:r>
              <w:rPr>
                <w:rFonts w:ascii="Poppins" w:hAnsi="Poppins" w:cs="Poppins"/>
                <w:b/>
                <w:sz w:val="20"/>
              </w:rPr>
              <w:t>38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4018A" w14:paraId="34DB9AB3" w14:textId="77777777" w:rsidTr="00FD02BC">
        <w:tc>
          <w:tcPr>
            <w:tcW w:w="1311" w:type="dxa"/>
          </w:tcPr>
          <w:p w14:paraId="768A1C80" w14:textId="429B61D9" w:rsidR="0054018A" w:rsidRPr="00B74439" w:rsidRDefault="0054018A" w:rsidP="0054018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28130744</w:t>
            </w:r>
          </w:p>
        </w:tc>
        <w:tc>
          <w:tcPr>
            <w:tcW w:w="2086" w:type="dxa"/>
          </w:tcPr>
          <w:p w14:paraId="152CA9F3" w14:textId="77777777" w:rsidR="0054018A" w:rsidRPr="00F12594" w:rsidRDefault="0054018A" w:rsidP="0054018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rinforzata per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</w:p>
          <w:p w14:paraId="2B7458E8" w14:textId="6D807E54" w:rsidR="0054018A" w:rsidRPr="0029004D" w:rsidRDefault="0054018A" w:rsidP="0054018A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F12594">
              <w:rPr>
                <w:rFonts w:ascii="Poppins" w:hAnsi="Poppins" w:cs="Poppins"/>
                <w:sz w:val="20"/>
              </w:rPr>
              <w:t>H 42</w:t>
            </w:r>
          </w:p>
        </w:tc>
        <w:tc>
          <w:tcPr>
            <w:tcW w:w="6101" w:type="dxa"/>
          </w:tcPr>
          <w:p w14:paraId="19084BF0" w14:textId="77777777" w:rsidR="0054018A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in materiale plastico rinforzato, per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utilizzando il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6E55F559" w14:textId="77777777" w:rsidR="0054018A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B25C41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Confezione da 240 pezzi</w:t>
            </w:r>
          </w:p>
          <w:p w14:paraId="3F8A0C72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Altezza: H=42</w:t>
            </w:r>
          </w:p>
          <w:p w14:paraId="2E0C3B5F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83803E" w14:textId="264E69B4" w:rsidR="0054018A" w:rsidRPr="00B74439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rinforzato per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H 42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4018A" w14:paraId="5B1D3DBD" w14:textId="77777777" w:rsidTr="00FD02BC">
        <w:tc>
          <w:tcPr>
            <w:tcW w:w="1311" w:type="dxa"/>
          </w:tcPr>
          <w:p w14:paraId="4788D20F" w14:textId="2E9610E2" w:rsidR="0054018A" w:rsidRPr="00B74439" w:rsidRDefault="0054018A" w:rsidP="0054018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28130042</w:t>
            </w:r>
          </w:p>
        </w:tc>
        <w:tc>
          <w:tcPr>
            <w:tcW w:w="2086" w:type="dxa"/>
          </w:tcPr>
          <w:p w14:paraId="09001CB7" w14:textId="387FF404" w:rsidR="0054018A" w:rsidRPr="00B74439" w:rsidRDefault="0054018A" w:rsidP="0054018A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fissaclips</w:t>
            </w:r>
            <w:proofErr w:type="spellEnd"/>
          </w:p>
        </w:tc>
        <w:tc>
          <w:tcPr>
            <w:tcW w:w="6101" w:type="dxa"/>
          </w:tcPr>
          <w:p w14:paraId="4CB0350A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fissaclips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che consente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dalla posizione eretta, senza sforzi</w:t>
            </w:r>
          </w:p>
          <w:p w14:paraId="1EEFA32A" w14:textId="77777777" w:rsidR="0054018A" w:rsidRPr="00F12594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4FAF887" w14:textId="6A5356A0" w:rsidR="0054018A" w:rsidRPr="00B74439" w:rsidRDefault="0054018A" w:rsidP="0054018A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fissaclips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65E50" w14:paraId="6B6825FE" w14:textId="77777777" w:rsidTr="00FD02BC">
        <w:tc>
          <w:tcPr>
            <w:tcW w:w="1311" w:type="dxa"/>
          </w:tcPr>
          <w:p w14:paraId="0BD66EAE" w14:textId="1686FA35" w:rsidR="00965E50" w:rsidRPr="00B74439" w:rsidRDefault="00965E50" w:rsidP="00965E5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4452</w:t>
            </w:r>
          </w:p>
        </w:tc>
        <w:tc>
          <w:tcPr>
            <w:tcW w:w="2086" w:type="dxa"/>
          </w:tcPr>
          <w:p w14:paraId="53397442" w14:textId="77777777" w:rsidR="00965E50" w:rsidRPr="00F12594" w:rsidRDefault="00965E50" w:rsidP="00965E5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</w:t>
            </w:r>
          </w:p>
          <w:p w14:paraId="5E2DD9DF" w14:textId="77777777" w:rsidR="00965E50" w:rsidRPr="00F12594" w:rsidRDefault="00965E50" w:rsidP="00965E5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x14mm</w:t>
            </w:r>
          </w:p>
          <w:p w14:paraId="50D22B3B" w14:textId="77777777" w:rsidR="00965E50" w:rsidRPr="00B74439" w:rsidRDefault="00965E50" w:rsidP="00965E50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E594E91" w14:textId="77777777" w:rsidR="00965E50" w:rsidRDefault="00965E50" w:rsidP="00965E5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 in materiale plastico, viene applicato sulle bugne per trattenere 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327B731" w14:textId="77777777" w:rsidR="00965E50" w:rsidRPr="00F12594" w:rsidRDefault="00965E50" w:rsidP="00965E5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AB9436" w14:textId="77777777" w:rsidR="00965E50" w:rsidRPr="00F12594" w:rsidRDefault="00965E50" w:rsidP="00965E5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 mm</w:t>
            </w:r>
          </w:p>
          <w:p w14:paraId="5261CB69" w14:textId="77777777" w:rsidR="00965E50" w:rsidRPr="00F12594" w:rsidRDefault="00965E50" w:rsidP="00965E5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7AA712" w14:textId="0CC55549" w:rsidR="00965E50" w:rsidRPr="00B74439" w:rsidRDefault="00965E50" w:rsidP="00965E5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a cavaliere </w:t>
            </w:r>
            <w:r>
              <w:rPr>
                <w:rFonts w:ascii="Poppins" w:hAnsi="Poppins" w:cs="Poppins"/>
                <w:b/>
                <w:sz w:val="20"/>
              </w:rPr>
              <w:t>88x28</w:t>
            </w:r>
            <w:r w:rsidRPr="00F12594">
              <w:rPr>
                <w:rFonts w:ascii="Poppins" w:hAnsi="Poppins" w:cs="Poppins"/>
                <w:b/>
                <w:sz w:val="20"/>
              </w:rPr>
              <w:t>x14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65E50" w14:paraId="1ABC0298" w14:textId="77777777" w:rsidTr="00FD02BC">
        <w:tc>
          <w:tcPr>
            <w:tcW w:w="1311" w:type="dxa"/>
          </w:tcPr>
          <w:p w14:paraId="158673EB" w14:textId="199FFA4C" w:rsidR="00965E50" w:rsidRPr="00B74439" w:rsidRDefault="00965E50" w:rsidP="00965E5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4456</w:t>
            </w:r>
          </w:p>
        </w:tc>
        <w:tc>
          <w:tcPr>
            <w:tcW w:w="2086" w:type="dxa"/>
          </w:tcPr>
          <w:p w14:paraId="29520556" w14:textId="77777777" w:rsidR="00965E50" w:rsidRPr="00F12594" w:rsidRDefault="00965E50" w:rsidP="00965E5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manuale</w:t>
            </w:r>
          </w:p>
          <w:p w14:paraId="4AA371E8" w14:textId="77777777" w:rsidR="00965E50" w:rsidRPr="00F12594" w:rsidRDefault="00965E50" w:rsidP="00965E5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>mm</w:t>
            </w:r>
          </w:p>
          <w:p w14:paraId="4E1B3210" w14:textId="77777777" w:rsidR="00965E50" w:rsidRPr="00B74439" w:rsidRDefault="00965E50" w:rsidP="00965E50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364157A" w14:textId="77777777" w:rsidR="00965E50" w:rsidRDefault="00965E50" w:rsidP="00965E5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manuale in materiale plastico per il bloccaggio supplementare dei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1989DD8" w14:textId="77777777" w:rsidR="00965E50" w:rsidRPr="00F12594" w:rsidRDefault="00965E50" w:rsidP="00965E5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EC4DF8" w14:textId="77777777" w:rsidR="00965E50" w:rsidRPr="00F12594" w:rsidRDefault="00965E50" w:rsidP="00965E5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  <w:p w14:paraId="12780F85" w14:textId="77777777" w:rsidR="00965E50" w:rsidRPr="00F12594" w:rsidRDefault="00965E50" w:rsidP="00965E5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01AFA4" w14:textId="22F80E6D" w:rsidR="00965E50" w:rsidRPr="00B74439" w:rsidRDefault="00965E50" w:rsidP="00965E5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manuale </w:t>
            </w:r>
            <w:r>
              <w:rPr>
                <w:rFonts w:ascii="Poppins" w:hAnsi="Poppins" w:cs="Poppins"/>
                <w:b/>
                <w:sz w:val="20"/>
              </w:rPr>
              <w:t>25x49x5</w:t>
            </w:r>
            <w:r w:rsidRPr="00F12594">
              <w:rPr>
                <w:rFonts w:ascii="Poppins" w:hAnsi="Poppins" w:cs="Poppins"/>
                <w:b/>
                <w:sz w:val="20"/>
              </w:rPr>
              <w:t>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433F4" w14:paraId="68C3D1F3" w14:textId="77777777" w:rsidTr="00FD02BC">
        <w:tc>
          <w:tcPr>
            <w:tcW w:w="1311" w:type="dxa"/>
          </w:tcPr>
          <w:p w14:paraId="39BC36CB" w14:textId="5DDDC6DB" w:rsidR="005433F4" w:rsidRPr="00B74439" w:rsidRDefault="005433F4" w:rsidP="005433F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28134464</w:t>
            </w:r>
          </w:p>
        </w:tc>
        <w:tc>
          <w:tcPr>
            <w:tcW w:w="2086" w:type="dxa"/>
          </w:tcPr>
          <w:p w14:paraId="048EDEB8" w14:textId="6D23F00A" w:rsidR="005433F4" w:rsidRPr="00B74439" w:rsidRDefault="005433F4" w:rsidP="005433F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per tubi di diametro da 1</w:t>
            </w:r>
            <w:r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 xml:space="preserve"> a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6101" w:type="dxa"/>
          </w:tcPr>
          <w:p w14:paraId="5DCCAC6B" w14:textId="77777777" w:rsidR="005433F4" w:rsidRPr="00F12594" w:rsidRDefault="005433F4" w:rsidP="005433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0FFF721F" w14:textId="77777777" w:rsidR="005433F4" w:rsidRPr="00F12594" w:rsidRDefault="005433F4" w:rsidP="005433F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Sostiene i tubi di diametro da 14 a 17 mm alla base dei collettori.</w:t>
            </w:r>
          </w:p>
          <w:p w14:paraId="55C9BC4B" w14:textId="77777777" w:rsidR="005433F4" w:rsidRPr="00F12594" w:rsidRDefault="005433F4" w:rsidP="005433F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576C72C" w14:textId="37496974" w:rsidR="005433F4" w:rsidRPr="00B74439" w:rsidRDefault="005433F4" w:rsidP="005433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da 1</w:t>
            </w:r>
            <w:r>
              <w:rPr>
                <w:rFonts w:ascii="Poppins" w:hAnsi="Poppins" w:cs="Poppins"/>
                <w:b/>
                <w:sz w:val="20"/>
              </w:rPr>
              <w:t>4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a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308B7" w14:paraId="7B84CAD7" w14:textId="77777777" w:rsidTr="00FD02BC">
        <w:tc>
          <w:tcPr>
            <w:tcW w:w="1311" w:type="dxa"/>
          </w:tcPr>
          <w:p w14:paraId="4B5F9EA4" w14:textId="6F032DCE" w:rsidR="00E308B7" w:rsidRPr="00F12594" w:rsidRDefault="00E308B7" w:rsidP="00E308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34462</w:t>
            </w:r>
          </w:p>
        </w:tc>
        <w:tc>
          <w:tcPr>
            <w:tcW w:w="2086" w:type="dxa"/>
          </w:tcPr>
          <w:p w14:paraId="2E55DFC8" w14:textId="68012DC5" w:rsidR="00E308B7" w:rsidRPr="00F12594" w:rsidRDefault="00E308B7" w:rsidP="00E308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Attrezzo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fissaclip</w:t>
            </w:r>
            <w:r>
              <w:rPr>
                <w:rFonts w:ascii="Poppins" w:hAnsi="Poppins" w:cs="Poppins"/>
                <w:sz w:val="20"/>
              </w:rPr>
              <w:t>s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rete </w:t>
            </w:r>
          </w:p>
        </w:tc>
        <w:tc>
          <w:tcPr>
            <w:tcW w:w="6101" w:type="dxa"/>
          </w:tcPr>
          <w:p w14:paraId="1045DB2D" w14:textId="77777777" w:rsidR="00E308B7" w:rsidRPr="00F12594" w:rsidRDefault="00E308B7" w:rsidP="00E30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Attrezzo fissa clip rete che consente il fissaggio delle clip a rete dalla posizione eretta, senza sforzi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2F60372" w14:textId="77777777" w:rsidR="00E308B7" w:rsidRPr="00F12594" w:rsidRDefault="00E308B7" w:rsidP="00E308B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76CC35" w14:textId="12EF0BCD" w:rsidR="00E308B7" w:rsidRPr="00F12594" w:rsidRDefault="00E308B7" w:rsidP="00E30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Attrezzo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fissaclip</w:t>
            </w:r>
            <w:r>
              <w:rPr>
                <w:rFonts w:ascii="Poppins" w:hAnsi="Poppins" w:cs="Poppins"/>
                <w:b/>
                <w:sz w:val="20"/>
              </w:rPr>
              <w:t>s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rete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308B7" w14:paraId="5C9BF391" w14:textId="77777777" w:rsidTr="00FD02BC">
        <w:tc>
          <w:tcPr>
            <w:tcW w:w="1311" w:type="dxa"/>
          </w:tcPr>
          <w:p w14:paraId="3B5A57EE" w14:textId="7AF80ED1" w:rsidR="00E308B7" w:rsidRPr="00B74439" w:rsidRDefault="00E308B7" w:rsidP="00E308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4458</w:t>
            </w:r>
          </w:p>
        </w:tc>
        <w:tc>
          <w:tcPr>
            <w:tcW w:w="2086" w:type="dxa"/>
          </w:tcPr>
          <w:p w14:paraId="13EC1A95" w14:textId="2C1DB204" w:rsidR="00E308B7" w:rsidRPr="00B74439" w:rsidRDefault="00E308B7" w:rsidP="00E308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rete filo 3 mm</w:t>
            </w:r>
          </w:p>
        </w:tc>
        <w:tc>
          <w:tcPr>
            <w:tcW w:w="6101" w:type="dxa"/>
          </w:tcPr>
          <w:p w14:paraId="4B96BA1E" w14:textId="77777777" w:rsidR="00E308B7" w:rsidRPr="00F12594" w:rsidRDefault="00E308B7" w:rsidP="00E30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rete per il fissaggio del tubo al pannello radiante. Da fissare con l’apposito attrezzo automatico fissa clip rete.</w:t>
            </w:r>
          </w:p>
          <w:p w14:paraId="706EE39E" w14:textId="77777777" w:rsidR="00E308B7" w:rsidRDefault="00E308B7" w:rsidP="00E30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Da utilizzare con la rete metallica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91F129E" w14:textId="77777777" w:rsidR="00E308B7" w:rsidRPr="00F12594" w:rsidRDefault="00E308B7" w:rsidP="00E308B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1A18BA" w14:textId="77777777" w:rsidR="00E308B7" w:rsidRPr="00F12594" w:rsidRDefault="00E308B7" w:rsidP="00E30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Rete Ø filo 3</w:t>
            </w:r>
          </w:p>
          <w:p w14:paraId="4C3395E6" w14:textId="77777777" w:rsidR="00E308B7" w:rsidRPr="00F12594" w:rsidRDefault="00E308B7" w:rsidP="00E308B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C365D09" w14:textId="720A7BD5" w:rsidR="00E308B7" w:rsidRPr="00B74439" w:rsidRDefault="00E308B7" w:rsidP="00E30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Clip a rete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308B7" w14:paraId="2B65EA7B" w14:textId="77777777" w:rsidTr="00FD02BC">
        <w:tc>
          <w:tcPr>
            <w:tcW w:w="1311" w:type="dxa"/>
          </w:tcPr>
          <w:p w14:paraId="328D7E78" w14:textId="2F800D66" w:rsidR="00E308B7" w:rsidRPr="00B74439" w:rsidRDefault="00E308B7" w:rsidP="00E308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28130720</w:t>
            </w:r>
          </w:p>
        </w:tc>
        <w:tc>
          <w:tcPr>
            <w:tcW w:w="2086" w:type="dxa"/>
          </w:tcPr>
          <w:p w14:paraId="79399D3A" w14:textId="292C56A6" w:rsidR="00E308B7" w:rsidRPr="00B74439" w:rsidRDefault="00E308B7" w:rsidP="00E308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rete</w:t>
            </w:r>
          </w:p>
        </w:tc>
        <w:tc>
          <w:tcPr>
            <w:tcW w:w="6101" w:type="dxa"/>
          </w:tcPr>
          <w:p w14:paraId="4A79D792" w14:textId="77777777" w:rsidR="00E308B7" w:rsidRPr="00F12594" w:rsidRDefault="00E308B7" w:rsidP="00E30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rete manuale per il fissaggio del tubo al pannello radiante.</w:t>
            </w:r>
          </w:p>
          <w:p w14:paraId="3F4FD701" w14:textId="77777777" w:rsidR="00E308B7" w:rsidRDefault="00E308B7" w:rsidP="00E30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Da utilizzare con la rete metallic</w:t>
            </w:r>
            <w:r>
              <w:rPr>
                <w:rFonts w:ascii="Poppins" w:hAnsi="Poppins" w:cs="Poppins"/>
                <w:sz w:val="20"/>
              </w:rPr>
              <w:t>a</w:t>
            </w:r>
            <w:r w:rsidRPr="00F12594">
              <w:rPr>
                <w:rFonts w:ascii="Poppins" w:hAnsi="Poppins" w:cs="Poppins"/>
                <w:sz w:val="20"/>
              </w:rPr>
              <w:t>.</w:t>
            </w:r>
          </w:p>
          <w:p w14:paraId="74F80878" w14:textId="77777777" w:rsidR="00E308B7" w:rsidRPr="00F12594" w:rsidRDefault="00E308B7" w:rsidP="00E308B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69CBE4" w14:textId="77777777" w:rsidR="00E308B7" w:rsidRPr="00F12594" w:rsidRDefault="00E308B7" w:rsidP="00E30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Rete Ø filo 3</w:t>
            </w:r>
          </w:p>
          <w:p w14:paraId="77BFE408" w14:textId="77777777" w:rsidR="00E308B7" w:rsidRPr="00F12594" w:rsidRDefault="00E308B7" w:rsidP="00E30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Tubo: Ø 16 ÷17 mm</w:t>
            </w:r>
          </w:p>
          <w:p w14:paraId="179C10ED" w14:textId="77777777" w:rsidR="00E308B7" w:rsidRPr="00F12594" w:rsidRDefault="00E308B7" w:rsidP="00E308B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9C1888" w14:textId="59421E0D" w:rsidR="00E308B7" w:rsidRPr="00B74439" w:rsidRDefault="00E308B7" w:rsidP="00E308B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Clip a rete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703A5" w14:paraId="2C9F82F3" w14:textId="77777777" w:rsidTr="00FD02BC">
        <w:tc>
          <w:tcPr>
            <w:tcW w:w="1311" w:type="dxa"/>
          </w:tcPr>
          <w:p w14:paraId="7FA53C0B" w14:textId="74722259" w:rsidR="00E703A5" w:rsidRPr="00F12594" w:rsidRDefault="00E703A5" w:rsidP="00E703A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28130074</w:t>
            </w:r>
          </w:p>
        </w:tc>
        <w:tc>
          <w:tcPr>
            <w:tcW w:w="2086" w:type="dxa"/>
          </w:tcPr>
          <w:p w14:paraId="599CACB6" w14:textId="77777777" w:rsidR="00E703A5" w:rsidRPr="00F12594" w:rsidRDefault="00E703A5" w:rsidP="00E703A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6A9AB009" w14:textId="77777777" w:rsidR="00E703A5" w:rsidRPr="00F12594" w:rsidRDefault="00E703A5" w:rsidP="00E703A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4B603504" w14:textId="77777777" w:rsidR="00E703A5" w:rsidRPr="00F12594" w:rsidRDefault="00E703A5" w:rsidP="00E703A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44DEBBEF" w14:textId="77777777" w:rsidR="00E703A5" w:rsidRPr="00F12594" w:rsidRDefault="00E703A5" w:rsidP="00E703A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00FD623E" w14:textId="77777777" w:rsidR="00E703A5" w:rsidRPr="00F12594" w:rsidRDefault="00E703A5" w:rsidP="00E703A5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FDCA5BA" w14:textId="77777777" w:rsidR="00E703A5" w:rsidRDefault="00E703A5" w:rsidP="00E703A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ECEAB9C" w14:textId="77777777" w:rsidR="00E703A5" w:rsidRPr="00F12594" w:rsidRDefault="00E703A5" w:rsidP="00E703A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99A4DC0" w14:textId="77777777" w:rsidR="00E703A5" w:rsidRPr="00F12594" w:rsidRDefault="00E703A5" w:rsidP="00E703A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4FA57C91" w14:textId="77777777" w:rsidR="00E703A5" w:rsidRPr="00F12594" w:rsidRDefault="00E703A5" w:rsidP="00E703A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20 fogli</w:t>
            </w:r>
          </w:p>
          <w:p w14:paraId="1AA89AE6" w14:textId="77777777" w:rsidR="00E703A5" w:rsidRPr="00F12594" w:rsidRDefault="00E703A5" w:rsidP="00E703A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514B2353" w14:textId="77777777" w:rsidR="00E703A5" w:rsidRPr="00F12594" w:rsidRDefault="00E703A5" w:rsidP="00E703A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AE9BE6" w14:textId="4A9702B7" w:rsidR="00E703A5" w:rsidRPr="00F12594" w:rsidRDefault="00E703A5" w:rsidP="00E703A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703A5" w14:paraId="4076874C" w14:textId="77777777" w:rsidTr="00FD02BC">
        <w:tc>
          <w:tcPr>
            <w:tcW w:w="1311" w:type="dxa"/>
          </w:tcPr>
          <w:p w14:paraId="0B4DC50E" w14:textId="1E4FFEF9" w:rsidR="00E703A5" w:rsidRPr="00F12594" w:rsidRDefault="00E703A5" w:rsidP="00E703A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28141000</w:t>
            </w:r>
          </w:p>
        </w:tc>
        <w:tc>
          <w:tcPr>
            <w:tcW w:w="2086" w:type="dxa"/>
          </w:tcPr>
          <w:p w14:paraId="7DF55DC9" w14:textId="77777777" w:rsidR="00E703A5" w:rsidRPr="00F12594" w:rsidRDefault="00E703A5" w:rsidP="00E703A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491BE539" w14:textId="77777777" w:rsidR="00E703A5" w:rsidRPr="00F12594" w:rsidRDefault="00E703A5" w:rsidP="00E703A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4E35A9A0" w14:textId="77777777" w:rsidR="00E703A5" w:rsidRPr="00F12594" w:rsidRDefault="00E703A5" w:rsidP="00E703A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7BB94ADE" w14:textId="77777777" w:rsidR="00E703A5" w:rsidRPr="00F12594" w:rsidRDefault="00E703A5" w:rsidP="00E703A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0E7A2E7F" w14:textId="77777777" w:rsidR="00E703A5" w:rsidRPr="00F12594" w:rsidRDefault="00E703A5" w:rsidP="00E703A5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418D5EB0" w14:textId="77777777" w:rsidR="00E703A5" w:rsidRPr="00F12594" w:rsidRDefault="00E703A5" w:rsidP="00E703A5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0567DC1" w14:textId="77777777" w:rsidR="00E703A5" w:rsidRDefault="00E703A5" w:rsidP="00E703A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12310C2" w14:textId="77777777" w:rsidR="00E703A5" w:rsidRPr="00F12594" w:rsidRDefault="00E703A5" w:rsidP="00E703A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946AC70" w14:textId="77777777" w:rsidR="00E703A5" w:rsidRPr="00F12594" w:rsidRDefault="00E703A5" w:rsidP="00E703A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 a maglie 1000x100 mm</w:t>
            </w:r>
          </w:p>
          <w:p w14:paraId="7751EAE1" w14:textId="77777777" w:rsidR="00E703A5" w:rsidRPr="00F12594" w:rsidRDefault="00E703A5" w:rsidP="00E703A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1CACB3DB" w14:textId="77777777" w:rsidR="00E703A5" w:rsidRPr="00F12594" w:rsidRDefault="00E703A5" w:rsidP="00E703A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287C96D3" w14:textId="77777777" w:rsidR="00E703A5" w:rsidRPr="00F12594" w:rsidRDefault="00E703A5" w:rsidP="00E703A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764D0B" w14:textId="4EB2F451" w:rsidR="00E703A5" w:rsidRPr="00F12594" w:rsidRDefault="00E703A5" w:rsidP="00E703A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C0C59" w14:paraId="097C5703" w14:textId="77777777" w:rsidTr="00FD02BC">
        <w:tc>
          <w:tcPr>
            <w:tcW w:w="1311" w:type="dxa"/>
          </w:tcPr>
          <w:p w14:paraId="4B059A84" w14:textId="54251F91" w:rsidR="00FC0C59" w:rsidRPr="00B74439" w:rsidRDefault="00FC0C59" w:rsidP="00FC0C5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28130756</w:t>
            </w:r>
          </w:p>
        </w:tc>
        <w:tc>
          <w:tcPr>
            <w:tcW w:w="2086" w:type="dxa"/>
          </w:tcPr>
          <w:p w14:paraId="32CD7355" w14:textId="77777777" w:rsidR="00FC0C59" w:rsidRPr="00F12594" w:rsidRDefault="00FC0C59" w:rsidP="00FC0C5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Guida per ancoraggio tubi </w:t>
            </w:r>
          </w:p>
          <w:p w14:paraId="3CD8B1DE" w14:textId="0ECE5A6D" w:rsidR="00FC0C59" w:rsidRPr="00B74439" w:rsidRDefault="00FC0C59" w:rsidP="00FC0C5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16-17</w:t>
            </w:r>
          </w:p>
        </w:tc>
        <w:tc>
          <w:tcPr>
            <w:tcW w:w="6101" w:type="dxa"/>
          </w:tcPr>
          <w:p w14:paraId="613AC727" w14:textId="77777777" w:rsidR="00FC0C59" w:rsidRDefault="00FC0C59" w:rsidP="00FC0C5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Guida modulare per ancoraggio dei tubi con diametro da 16 e 17 mm.</w:t>
            </w:r>
          </w:p>
          <w:p w14:paraId="26F70746" w14:textId="77777777" w:rsidR="00FC0C59" w:rsidRDefault="00FC0C59" w:rsidP="00FC0C5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Passo minimo 5 cm.</w:t>
            </w:r>
          </w:p>
          <w:p w14:paraId="6DDED5AE" w14:textId="77777777" w:rsidR="00FC0C59" w:rsidRPr="00F12594" w:rsidRDefault="00FC0C59" w:rsidP="00FC0C5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8B85878" w14:textId="77777777" w:rsidR="00FC0C59" w:rsidRPr="00F12594" w:rsidRDefault="00FC0C59" w:rsidP="00FC0C5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1000 x 28 x 40 mm</w:t>
            </w:r>
          </w:p>
          <w:p w14:paraId="7326A891" w14:textId="77777777" w:rsidR="00FC0C59" w:rsidRPr="00F12594" w:rsidRDefault="00FC0C59" w:rsidP="00FC0C5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7DADAA" w14:textId="2D1DACA0" w:rsidR="00FC0C59" w:rsidRPr="00B74439" w:rsidRDefault="00FC0C59" w:rsidP="00FC0C5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Guida per ancoraggio tubi Ø 16-17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C0C59" w14:paraId="75039178" w14:textId="77777777" w:rsidTr="00FD02BC">
        <w:tc>
          <w:tcPr>
            <w:tcW w:w="1311" w:type="dxa"/>
          </w:tcPr>
          <w:p w14:paraId="0222B222" w14:textId="164692C0" w:rsidR="00FC0C59" w:rsidRPr="00B74439" w:rsidRDefault="00FC0C59" w:rsidP="00FC0C5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28130725</w:t>
            </w:r>
          </w:p>
        </w:tc>
        <w:tc>
          <w:tcPr>
            <w:tcW w:w="2086" w:type="dxa"/>
          </w:tcPr>
          <w:p w14:paraId="29A7B334" w14:textId="77777777" w:rsidR="00FC0C59" w:rsidRPr="00F12594" w:rsidRDefault="00FC0C59" w:rsidP="00FC0C5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Guida per ancoraggio tubi </w:t>
            </w:r>
          </w:p>
          <w:p w14:paraId="2F8C5F40" w14:textId="2192AAD5" w:rsidR="00FC0C59" w:rsidRPr="00B74439" w:rsidRDefault="00FC0C59" w:rsidP="00FC0C5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17-20-25</w:t>
            </w:r>
          </w:p>
        </w:tc>
        <w:tc>
          <w:tcPr>
            <w:tcW w:w="6101" w:type="dxa"/>
          </w:tcPr>
          <w:p w14:paraId="16FE7B03" w14:textId="77777777" w:rsidR="00FC0C59" w:rsidRDefault="00FC0C59" w:rsidP="00FC0C5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Guida modulare per ancoraggio dei tubi con diametro da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sz w:val="20"/>
              </w:rPr>
              <w:t>20 e 25 mm.</w:t>
            </w:r>
          </w:p>
          <w:p w14:paraId="3BC1EBD2" w14:textId="77777777" w:rsidR="00FC0C59" w:rsidRDefault="00FC0C59" w:rsidP="00FC0C5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Passo minimo 10 cm.</w:t>
            </w:r>
          </w:p>
          <w:p w14:paraId="1980A6F1" w14:textId="77777777" w:rsidR="00FC0C59" w:rsidRPr="00F12594" w:rsidRDefault="00FC0C59" w:rsidP="00FC0C5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791223F" w14:textId="77777777" w:rsidR="00FC0C59" w:rsidRPr="00F12594" w:rsidRDefault="00FC0C59" w:rsidP="00FC0C5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1000 x 40 x 50 mm</w:t>
            </w:r>
          </w:p>
          <w:p w14:paraId="15DBBBA8" w14:textId="77777777" w:rsidR="00FC0C59" w:rsidRPr="00F12594" w:rsidRDefault="00FC0C59" w:rsidP="00FC0C5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20500FB" w14:textId="29BADDBF" w:rsidR="00FC0C59" w:rsidRPr="00B74439" w:rsidRDefault="00FC0C59" w:rsidP="00FC0C5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–Guida per ancoraggio tubi Ø 17-20-25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C0C59" w14:paraId="1FE95974" w14:textId="77777777" w:rsidTr="00FD02BC">
        <w:tc>
          <w:tcPr>
            <w:tcW w:w="1311" w:type="dxa"/>
          </w:tcPr>
          <w:p w14:paraId="24F0A534" w14:textId="38F50B2C" w:rsidR="00FC0C59" w:rsidRPr="00B74439" w:rsidRDefault="00FC0C59" w:rsidP="00FC0C5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28130740</w:t>
            </w:r>
          </w:p>
        </w:tc>
        <w:tc>
          <w:tcPr>
            <w:tcW w:w="2086" w:type="dxa"/>
          </w:tcPr>
          <w:p w14:paraId="27F4E968" w14:textId="77777777" w:rsidR="00FC0C59" w:rsidRPr="00F12594" w:rsidRDefault="00FC0C59" w:rsidP="00FC0C5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Guida con base adesiva per ancoraggio tubi </w:t>
            </w:r>
          </w:p>
          <w:p w14:paraId="426AB62A" w14:textId="79AAFCCA" w:rsidR="00FC0C59" w:rsidRPr="00B74439" w:rsidRDefault="00FC0C59" w:rsidP="00FC0C5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17-20-25</w:t>
            </w:r>
          </w:p>
        </w:tc>
        <w:tc>
          <w:tcPr>
            <w:tcW w:w="6101" w:type="dxa"/>
          </w:tcPr>
          <w:p w14:paraId="2D8A977C" w14:textId="77777777" w:rsidR="00FC0C59" w:rsidRDefault="00FC0C59" w:rsidP="00FC0C5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Guida modulare con base adesiva per ancoraggio dei tubi con diametro da 17,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sz w:val="20"/>
              </w:rPr>
              <w:t>20 e 25 mm.</w:t>
            </w:r>
          </w:p>
          <w:p w14:paraId="38E23A3A" w14:textId="77777777" w:rsidR="00FC0C59" w:rsidRDefault="00FC0C59" w:rsidP="00FC0C5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Passo minimo 10 cm.</w:t>
            </w:r>
          </w:p>
          <w:p w14:paraId="59E0962A" w14:textId="77777777" w:rsidR="00FC0C59" w:rsidRPr="00F12594" w:rsidRDefault="00FC0C59" w:rsidP="00FC0C5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7EDB3F5" w14:textId="77777777" w:rsidR="00FC0C59" w:rsidRPr="00F12594" w:rsidRDefault="00FC0C59" w:rsidP="00FC0C5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1000 x 40 x 50 mm</w:t>
            </w:r>
          </w:p>
          <w:p w14:paraId="151D8AA9" w14:textId="77777777" w:rsidR="00FC0C59" w:rsidRPr="00F12594" w:rsidRDefault="00FC0C59" w:rsidP="00FC0C5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6F77FA9" w14:textId="295D21E7" w:rsidR="00FC0C59" w:rsidRPr="00B74439" w:rsidRDefault="00FC0C59" w:rsidP="00FC0C5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–Guida con base adesiva per ancoraggio tubi Ø 17-20-25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9030F" w14:paraId="18DAED3C" w14:textId="77777777" w:rsidTr="00FD02BC">
        <w:tc>
          <w:tcPr>
            <w:tcW w:w="1311" w:type="dxa"/>
          </w:tcPr>
          <w:p w14:paraId="56196F90" w14:textId="57350F9E" w:rsidR="00B9030F" w:rsidRPr="00B74439" w:rsidRDefault="00B9030F" w:rsidP="00B9030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28130048</w:t>
            </w:r>
          </w:p>
        </w:tc>
        <w:tc>
          <w:tcPr>
            <w:tcW w:w="2086" w:type="dxa"/>
          </w:tcPr>
          <w:p w14:paraId="28D9B889" w14:textId="3D315904" w:rsidR="00B9030F" w:rsidRPr="00B74439" w:rsidRDefault="00B9030F" w:rsidP="00B9030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</w:t>
            </w:r>
          </w:p>
        </w:tc>
        <w:tc>
          <w:tcPr>
            <w:tcW w:w="6101" w:type="dxa"/>
          </w:tcPr>
          <w:p w14:paraId="50163031" w14:textId="77777777" w:rsidR="00B9030F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 in fiocco di polipropilene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7E43B112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5ED079D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Spessore: 4 mm</w:t>
            </w:r>
          </w:p>
          <w:p w14:paraId="7149C01D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355C0D93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27818FC1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m2/confezione: 50 </w:t>
            </w:r>
          </w:p>
          <w:p w14:paraId="3074A04D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F541CA0" w14:textId="053684DD" w:rsidR="00B9030F" w:rsidRPr="00B74439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9030F" w14:paraId="16F55485" w14:textId="77777777" w:rsidTr="00FD02BC">
        <w:tc>
          <w:tcPr>
            <w:tcW w:w="1311" w:type="dxa"/>
          </w:tcPr>
          <w:p w14:paraId="0C05FBE2" w14:textId="1CFC65A8" w:rsidR="00B9030F" w:rsidRPr="00B74439" w:rsidRDefault="00B9030F" w:rsidP="00B9030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</w:tcPr>
          <w:p w14:paraId="5C9CC5E5" w14:textId="0FAA62AE" w:rsidR="00B9030F" w:rsidRPr="00B74439" w:rsidRDefault="00B9030F" w:rsidP="00B9030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</w:p>
        </w:tc>
        <w:tc>
          <w:tcPr>
            <w:tcW w:w="6101" w:type="dxa"/>
          </w:tcPr>
          <w:p w14:paraId="6F7169B8" w14:textId="77777777" w:rsidR="00B9030F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post-fessurativa.</w:t>
            </w:r>
          </w:p>
          <w:p w14:paraId="6CF1A264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0CEFBB8F" w14:textId="77777777" w:rsidR="00B9030F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63FB1FB5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FC5CE3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Dosaggio consigliato: 1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73844D26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14889-2</w:t>
            </w:r>
          </w:p>
          <w:p w14:paraId="35909F18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083431F7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DEEB4B" w14:textId="556D86D4" w:rsidR="00B9030F" w:rsidRPr="00B74439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9030F" w14:paraId="311509A9" w14:textId="77777777" w:rsidTr="00FD02BC">
        <w:tc>
          <w:tcPr>
            <w:tcW w:w="1311" w:type="dxa"/>
          </w:tcPr>
          <w:p w14:paraId="5CB8359A" w14:textId="0397F5AA" w:rsidR="00B9030F" w:rsidRPr="00B74439" w:rsidRDefault="00B9030F" w:rsidP="00B9030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28130037</w:t>
            </w:r>
          </w:p>
        </w:tc>
        <w:tc>
          <w:tcPr>
            <w:tcW w:w="2086" w:type="dxa"/>
          </w:tcPr>
          <w:p w14:paraId="21ED3322" w14:textId="700C02E1" w:rsidR="00B9030F" w:rsidRPr="00B74439" w:rsidRDefault="00B9030F" w:rsidP="00B9030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</w:tc>
        <w:tc>
          <w:tcPr>
            <w:tcW w:w="6101" w:type="dxa"/>
          </w:tcPr>
          <w:p w14:paraId="3E5506A5" w14:textId="77777777" w:rsidR="00B9030F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EECB8B6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A7716FA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05B94E24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DB2B32" w14:textId="30F75BF9" w:rsidR="00B9030F" w:rsidRPr="00B74439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Tassello di fissaggio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9030F" w14:paraId="07ED418C" w14:textId="77777777" w:rsidTr="00FD02BC">
        <w:tc>
          <w:tcPr>
            <w:tcW w:w="1311" w:type="dxa"/>
          </w:tcPr>
          <w:p w14:paraId="0F2072D6" w14:textId="62749B7B" w:rsidR="00B9030F" w:rsidRPr="00B74439" w:rsidRDefault="00B9030F" w:rsidP="00B9030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6AE2386F" w14:textId="24C00F1E" w:rsidR="00B9030F" w:rsidRPr="00B74439" w:rsidRDefault="00B9030F" w:rsidP="00B9030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</w:t>
            </w:r>
            <w:r>
              <w:rPr>
                <w:rFonts w:ascii="Poppins" w:hAnsi="Poppins" w:cs="Poppins"/>
                <w:sz w:val="20"/>
              </w:rPr>
              <w:lastRenderedPageBreak/>
              <w:t>griglia in</w:t>
            </w:r>
            <w:r w:rsidRPr="00F12594">
              <w:rPr>
                <w:rFonts w:ascii="Poppins" w:hAnsi="Poppins" w:cs="Poppins"/>
                <w:sz w:val="20"/>
              </w:rPr>
              <w:t xml:space="preserve"> rotolo da </w:t>
            </w:r>
            <w:r>
              <w:rPr>
                <w:rFonts w:ascii="Poppins" w:hAnsi="Poppins" w:cs="Poppins"/>
                <w:sz w:val="20"/>
              </w:rPr>
              <w:t>50 m</w:t>
            </w:r>
          </w:p>
        </w:tc>
        <w:tc>
          <w:tcPr>
            <w:tcW w:w="6101" w:type="dxa"/>
          </w:tcPr>
          <w:p w14:paraId="597C0DCE" w14:textId="77777777" w:rsidR="00B9030F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072A8C34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6515DBE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7A85F3FF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48A47B2" w14:textId="7FEE83C1" w:rsidR="00B9030F" w:rsidRPr="00B74439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Foglio di copertura in polietilene</w:t>
            </w:r>
            <w:r>
              <w:rPr>
                <w:rFonts w:ascii="Poppins" w:hAnsi="Poppins" w:cs="Poppins"/>
                <w:b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, in rotolo da </w:t>
            </w:r>
            <w:r>
              <w:rPr>
                <w:rFonts w:ascii="Poppins" w:hAnsi="Poppins" w:cs="Poppins"/>
                <w:b/>
                <w:sz w:val="20"/>
              </w:rPr>
              <w:t>50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9030F" w14:paraId="569DABB1" w14:textId="77777777" w:rsidTr="00FD02BC">
        <w:tc>
          <w:tcPr>
            <w:tcW w:w="1311" w:type="dxa"/>
          </w:tcPr>
          <w:p w14:paraId="33F84F15" w14:textId="792682DC" w:rsidR="00B9030F" w:rsidRPr="00B74439" w:rsidRDefault="00B9030F" w:rsidP="00B9030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28130041</w:t>
            </w:r>
          </w:p>
        </w:tc>
        <w:tc>
          <w:tcPr>
            <w:tcW w:w="2086" w:type="dxa"/>
          </w:tcPr>
          <w:p w14:paraId="57FEAD72" w14:textId="558EEC9E" w:rsidR="00B9030F" w:rsidRPr="00B74439" w:rsidRDefault="00B9030F" w:rsidP="00B9030F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</w:p>
        </w:tc>
        <w:tc>
          <w:tcPr>
            <w:tcW w:w="6101" w:type="dxa"/>
          </w:tcPr>
          <w:p w14:paraId="297665B9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completamente smontabile per tubazioni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Alpert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>,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e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per rotoli fino a 600 m.</w:t>
            </w:r>
          </w:p>
          <w:p w14:paraId="3E2920C1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Misure rotoli: Ø minimo 35 cm, Ø massimo 100 cm e altezza 50 cm.</w:t>
            </w:r>
          </w:p>
          <w:p w14:paraId="4ADA6EF2" w14:textId="77777777" w:rsidR="00B9030F" w:rsidRPr="00F12594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03CB5E" w14:textId="38DF03CB" w:rsidR="00B9030F" w:rsidRPr="00B74439" w:rsidRDefault="00B9030F" w:rsidP="00B9030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433F4" w14:paraId="0870579F" w14:textId="77777777" w:rsidTr="00FD02BC">
        <w:tc>
          <w:tcPr>
            <w:tcW w:w="1311" w:type="dxa"/>
          </w:tcPr>
          <w:p w14:paraId="5322261D" w14:textId="023C6E05" w:rsidR="005433F4" w:rsidRPr="00F12594" w:rsidRDefault="005433F4" w:rsidP="005433F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28130760</w:t>
            </w:r>
          </w:p>
        </w:tc>
        <w:tc>
          <w:tcPr>
            <w:tcW w:w="2086" w:type="dxa"/>
          </w:tcPr>
          <w:p w14:paraId="63556671" w14:textId="77777777" w:rsidR="005433F4" w:rsidRDefault="005433F4" w:rsidP="005433F4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601D0FE2" w14:textId="5E47F8D5" w:rsidR="005433F4" w:rsidRPr="00F12594" w:rsidRDefault="005433F4" w:rsidP="005433F4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0A21F6EC" w14:textId="77777777" w:rsidR="005433F4" w:rsidRPr="00515EE8" w:rsidRDefault="005433F4" w:rsidP="005433F4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tagliare i tubi rigidi in plastica con le pareti sottile</w:t>
            </w:r>
          </w:p>
          <w:p w14:paraId="540A72A8" w14:textId="77777777" w:rsidR="005433F4" w:rsidRPr="00515EE8" w:rsidRDefault="005433F4" w:rsidP="005433F4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2FDD7657" w14:textId="77777777" w:rsidR="005433F4" w:rsidRPr="00515EE8" w:rsidRDefault="005433F4" w:rsidP="005433F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E11C33E" w14:textId="77777777" w:rsidR="005433F4" w:rsidRPr="00515EE8" w:rsidRDefault="005433F4" w:rsidP="005433F4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6A7C00FB" w14:textId="77777777" w:rsidR="005433F4" w:rsidRPr="00515EE8" w:rsidRDefault="005433F4" w:rsidP="005433F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5F739C6" w14:textId="323E86C2" w:rsidR="005433F4" w:rsidRPr="00F12594" w:rsidRDefault="005433F4" w:rsidP="005433F4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5433F4" w14:paraId="73E34DC8" w14:textId="77777777" w:rsidTr="00FD02BC">
        <w:tc>
          <w:tcPr>
            <w:tcW w:w="1311" w:type="dxa"/>
          </w:tcPr>
          <w:p w14:paraId="438A8DBB" w14:textId="23C497B2" w:rsidR="005433F4" w:rsidRPr="00F12594" w:rsidRDefault="005433F4" w:rsidP="005433F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28130761</w:t>
            </w:r>
          </w:p>
        </w:tc>
        <w:tc>
          <w:tcPr>
            <w:tcW w:w="2086" w:type="dxa"/>
          </w:tcPr>
          <w:p w14:paraId="47FC4BA0" w14:textId="77777777" w:rsidR="005433F4" w:rsidRDefault="005433F4" w:rsidP="005433F4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356C0F8F" w14:textId="34EE094D" w:rsidR="005433F4" w:rsidRPr="00F12594" w:rsidRDefault="005433F4" w:rsidP="005433F4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2AE79016" w14:textId="77777777" w:rsidR="005433F4" w:rsidRPr="00515EE8" w:rsidRDefault="005433F4" w:rsidP="005433F4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cesoia.</w:t>
            </w:r>
          </w:p>
          <w:p w14:paraId="108F6FEA" w14:textId="77777777" w:rsidR="005433F4" w:rsidRPr="00515EE8" w:rsidRDefault="005433F4" w:rsidP="005433F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9DA583" w14:textId="69C52844" w:rsidR="005433F4" w:rsidRPr="00F12594" w:rsidRDefault="005433F4" w:rsidP="005433F4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Lama di ricambio per cesoia Ø8–25 o equivalente.</w:t>
            </w:r>
          </w:p>
        </w:tc>
      </w:tr>
      <w:tr w:rsidR="005433F4" w14:paraId="2092F85D" w14:textId="77777777" w:rsidTr="00FD02BC">
        <w:tc>
          <w:tcPr>
            <w:tcW w:w="1311" w:type="dxa"/>
          </w:tcPr>
          <w:p w14:paraId="79D07745" w14:textId="6FF971B2" w:rsidR="005433F4" w:rsidRPr="00B74439" w:rsidRDefault="005433F4" w:rsidP="005433F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</w:tcPr>
          <w:p w14:paraId="4D7C8754" w14:textId="3C32E4BE" w:rsidR="005433F4" w:rsidRPr="00B74439" w:rsidRDefault="005433F4" w:rsidP="005433F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</w:p>
        </w:tc>
        <w:tc>
          <w:tcPr>
            <w:tcW w:w="6101" w:type="dxa"/>
          </w:tcPr>
          <w:p w14:paraId="0EF04F16" w14:textId="77777777" w:rsidR="005433F4" w:rsidRPr="00F12594" w:rsidRDefault="005433F4" w:rsidP="005433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>
              <w:rPr>
                <w:rFonts w:ascii="Poppins" w:hAnsi="Poppins" w:cs="Poppins"/>
                <w:sz w:val="20"/>
              </w:rPr>
              <w:t>.</w:t>
            </w:r>
            <w:r w:rsidRPr="00F12594">
              <w:rPr>
                <w:rFonts w:ascii="Poppins" w:hAnsi="Poppins" w:cs="Poppins"/>
                <w:sz w:val="20"/>
              </w:rPr>
              <w:t xml:space="preserve"> </w:t>
            </w:r>
          </w:p>
          <w:p w14:paraId="3416CAD2" w14:textId="77777777" w:rsidR="005433F4" w:rsidRPr="00F12594" w:rsidRDefault="005433F4" w:rsidP="005433F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381AB3D" w14:textId="696FAD3C" w:rsidR="005433F4" w:rsidRPr="00B74439" w:rsidRDefault="005433F4" w:rsidP="005433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414EB9EA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8911D" w14:textId="77777777" w:rsidR="006E3E7E" w:rsidRDefault="006E3E7E">
      <w:r>
        <w:separator/>
      </w:r>
    </w:p>
  </w:endnote>
  <w:endnote w:type="continuationSeparator" w:id="0">
    <w:p w14:paraId="05081B72" w14:textId="77777777" w:rsidR="006E3E7E" w:rsidRDefault="006E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E51FE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698D07D5" w14:textId="77777777" w:rsidTr="004706FD">
      <w:tc>
        <w:tcPr>
          <w:tcW w:w="4534" w:type="dxa"/>
        </w:tcPr>
        <w:p w14:paraId="456C5F34" w14:textId="729976D1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D43C1B">
            <w:rPr>
              <w:rFonts w:ascii="Poppins" w:hAnsi="Poppins" w:cs="Poppins"/>
              <w:iCs/>
              <w:noProof/>
              <w:sz w:val="16"/>
            </w:rPr>
            <w:t>Sistema Plan Floor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698D373D" w14:textId="2658EFCB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5433F4">
            <w:rPr>
              <w:rFonts w:ascii="Poppins" w:hAnsi="Poppins" w:cs="Poppins"/>
              <w:noProof/>
              <w:sz w:val="14"/>
              <w:szCs w:val="14"/>
            </w:rPr>
            <w:t>17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2726D10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3F3F7D5" wp14:editId="1177592F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60C60" w14:textId="77777777" w:rsidR="006E3E7E" w:rsidRDefault="006E3E7E">
      <w:r>
        <w:separator/>
      </w:r>
    </w:p>
  </w:footnote>
  <w:footnote w:type="continuationSeparator" w:id="0">
    <w:p w14:paraId="362DC7F2" w14:textId="77777777" w:rsidR="006E3E7E" w:rsidRDefault="006E3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AC252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45012AC2" wp14:editId="58D2397B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0E1D83DB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1D5827A7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277F1"/>
    <w:multiLevelType w:val="hybridMultilevel"/>
    <w:tmpl w:val="621895D2"/>
    <w:lvl w:ilvl="0" w:tplc="B1C086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235D4"/>
    <w:multiLevelType w:val="hybridMultilevel"/>
    <w:tmpl w:val="81B6C3DC"/>
    <w:lvl w:ilvl="0" w:tplc="B1C086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815545">
    <w:abstractNumId w:val="13"/>
  </w:num>
  <w:num w:numId="2" w16cid:durableId="1861237158">
    <w:abstractNumId w:val="12"/>
  </w:num>
  <w:num w:numId="3" w16cid:durableId="1523859636">
    <w:abstractNumId w:val="5"/>
  </w:num>
  <w:num w:numId="4" w16cid:durableId="1706250074">
    <w:abstractNumId w:val="3"/>
  </w:num>
  <w:num w:numId="5" w16cid:durableId="1613591146">
    <w:abstractNumId w:val="9"/>
  </w:num>
  <w:num w:numId="6" w16cid:durableId="380247948">
    <w:abstractNumId w:val="8"/>
  </w:num>
  <w:num w:numId="7" w16cid:durableId="2127039040">
    <w:abstractNumId w:val="6"/>
  </w:num>
  <w:num w:numId="8" w16cid:durableId="1393234612">
    <w:abstractNumId w:val="8"/>
  </w:num>
  <w:num w:numId="9" w16cid:durableId="1386880243">
    <w:abstractNumId w:val="0"/>
  </w:num>
  <w:num w:numId="10" w16cid:durableId="1262452050">
    <w:abstractNumId w:val="8"/>
  </w:num>
  <w:num w:numId="11" w16cid:durableId="1916163204">
    <w:abstractNumId w:val="17"/>
  </w:num>
  <w:num w:numId="12" w16cid:durableId="72745356">
    <w:abstractNumId w:val="20"/>
  </w:num>
  <w:num w:numId="13" w16cid:durableId="869340120">
    <w:abstractNumId w:val="16"/>
  </w:num>
  <w:num w:numId="14" w16cid:durableId="1698003548">
    <w:abstractNumId w:val="7"/>
  </w:num>
  <w:num w:numId="15" w16cid:durableId="1265455493">
    <w:abstractNumId w:val="18"/>
  </w:num>
  <w:num w:numId="16" w16cid:durableId="698892210">
    <w:abstractNumId w:val="21"/>
  </w:num>
  <w:num w:numId="17" w16cid:durableId="998775767">
    <w:abstractNumId w:val="22"/>
  </w:num>
  <w:num w:numId="18" w16cid:durableId="508174633">
    <w:abstractNumId w:val="19"/>
  </w:num>
  <w:num w:numId="19" w16cid:durableId="932855969">
    <w:abstractNumId w:val="1"/>
  </w:num>
  <w:num w:numId="20" w16cid:durableId="703333687">
    <w:abstractNumId w:val="2"/>
  </w:num>
  <w:num w:numId="21" w16cid:durableId="354574927">
    <w:abstractNumId w:val="10"/>
  </w:num>
  <w:num w:numId="22" w16cid:durableId="1034693229">
    <w:abstractNumId w:val="23"/>
  </w:num>
  <w:num w:numId="23" w16cid:durableId="820972292">
    <w:abstractNumId w:val="11"/>
  </w:num>
  <w:num w:numId="24" w16cid:durableId="1385986042">
    <w:abstractNumId w:val="4"/>
  </w:num>
  <w:num w:numId="25" w16cid:durableId="1372268667">
    <w:abstractNumId w:val="15"/>
  </w:num>
  <w:num w:numId="26" w16cid:durableId="15149977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45D87"/>
    <w:rsid w:val="0006784D"/>
    <w:rsid w:val="0009136B"/>
    <w:rsid w:val="000B6932"/>
    <w:rsid w:val="000C52FA"/>
    <w:rsid w:val="000F7A52"/>
    <w:rsid w:val="00103A0D"/>
    <w:rsid w:val="001441C6"/>
    <w:rsid w:val="001450AB"/>
    <w:rsid w:val="001620E3"/>
    <w:rsid w:val="00163E9E"/>
    <w:rsid w:val="00171DAE"/>
    <w:rsid w:val="00195A49"/>
    <w:rsid w:val="001D365F"/>
    <w:rsid w:val="001E6403"/>
    <w:rsid w:val="001F782F"/>
    <w:rsid w:val="002014B8"/>
    <w:rsid w:val="0023000E"/>
    <w:rsid w:val="002346C2"/>
    <w:rsid w:val="00264BCF"/>
    <w:rsid w:val="0028448D"/>
    <w:rsid w:val="002862D2"/>
    <w:rsid w:val="0029004D"/>
    <w:rsid w:val="002B5D63"/>
    <w:rsid w:val="002C69FC"/>
    <w:rsid w:val="002F7EEA"/>
    <w:rsid w:val="0030295B"/>
    <w:rsid w:val="00304518"/>
    <w:rsid w:val="003333BC"/>
    <w:rsid w:val="00344430"/>
    <w:rsid w:val="00344841"/>
    <w:rsid w:val="003524C7"/>
    <w:rsid w:val="00357812"/>
    <w:rsid w:val="00365710"/>
    <w:rsid w:val="00372ECE"/>
    <w:rsid w:val="00381FA7"/>
    <w:rsid w:val="003D4BE3"/>
    <w:rsid w:val="004272FC"/>
    <w:rsid w:val="00433C12"/>
    <w:rsid w:val="0044592F"/>
    <w:rsid w:val="00447EFC"/>
    <w:rsid w:val="004706FD"/>
    <w:rsid w:val="00474537"/>
    <w:rsid w:val="0048382E"/>
    <w:rsid w:val="004F1A26"/>
    <w:rsid w:val="0050216E"/>
    <w:rsid w:val="005235FA"/>
    <w:rsid w:val="00525BAE"/>
    <w:rsid w:val="00530F9B"/>
    <w:rsid w:val="005315F1"/>
    <w:rsid w:val="00536743"/>
    <w:rsid w:val="0054018A"/>
    <w:rsid w:val="005433F4"/>
    <w:rsid w:val="00562E55"/>
    <w:rsid w:val="00584984"/>
    <w:rsid w:val="005924E3"/>
    <w:rsid w:val="005C61B9"/>
    <w:rsid w:val="005E1169"/>
    <w:rsid w:val="005E57E1"/>
    <w:rsid w:val="006015C2"/>
    <w:rsid w:val="006040F5"/>
    <w:rsid w:val="0060707D"/>
    <w:rsid w:val="00610639"/>
    <w:rsid w:val="00620C00"/>
    <w:rsid w:val="00665813"/>
    <w:rsid w:val="006B218C"/>
    <w:rsid w:val="006B29B1"/>
    <w:rsid w:val="006C14CB"/>
    <w:rsid w:val="006D044B"/>
    <w:rsid w:val="006D047A"/>
    <w:rsid w:val="006D4FDF"/>
    <w:rsid w:val="006E3E7E"/>
    <w:rsid w:val="006E5C4B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21B5"/>
    <w:rsid w:val="0080323F"/>
    <w:rsid w:val="00830828"/>
    <w:rsid w:val="00844BBC"/>
    <w:rsid w:val="008574C8"/>
    <w:rsid w:val="00867692"/>
    <w:rsid w:val="008804CB"/>
    <w:rsid w:val="008A2C0A"/>
    <w:rsid w:val="008B5587"/>
    <w:rsid w:val="008C2F88"/>
    <w:rsid w:val="00904071"/>
    <w:rsid w:val="009059BB"/>
    <w:rsid w:val="00923354"/>
    <w:rsid w:val="00931A8A"/>
    <w:rsid w:val="0094047C"/>
    <w:rsid w:val="00942B09"/>
    <w:rsid w:val="00965E50"/>
    <w:rsid w:val="00992282"/>
    <w:rsid w:val="0099452E"/>
    <w:rsid w:val="00995B6B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9F64AF"/>
    <w:rsid w:val="00A04235"/>
    <w:rsid w:val="00A06A5E"/>
    <w:rsid w:val="00A216E2"/>
    <w:rsid w:val="00A550F1"/>
    <w:rsid w:val="00A62A77"/>
    <w:rsid w:val="00A743FF"/>
    <w:rsid w:val="00AC0741"/>
    <w:rsid w:val="00AD05EC"/>
    <w:rsid w:val="00AD1706"/>
    <w:rsid w:val="00AF350C"/>
    <w:rsid w:val="00B406A9"/>
    <w:rsid w:val="00B43012"/>
    <w:rsid w:val="00B513F6"/>
    <w:rsid w:val="00B74439"/>
    <w:rsid w:val="00B7475F"/>
    <w:rsid w:val="00B9030F"/>
    <w:rsid w:val="00B93CD1"/>
    <w:rsid w:val="00BB0104"/>
    <w:rsid w:val="00BB2A5B"/>
    <w:rsid w:val="00BD14D8"/>
    <w:rsid w:val="00BF1E16"/>
    <w:rsid w:val="00C02E1C"/>
    <w:rsid w:val="00C055AD"/>
    <w:rsid w:val="00C203AE"/>
    <w:rsid w:val="00C233C1"/>
    <w:rsid w:val="00C25698"/>
    <w:rsid w:val="00C27DFF"/>
    <w:rsid w:val="00C31C33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3C1B"/>
    <w:rsid w:val="00D440AE"/>
    <w:rsid w:val="00D62BDF"/>
    <w:rsid w:val="00D832BB"/>
    <w:rsid w:val="00D8559D"/>
    <w:rsid w:val="00D902A4"/>
    <w:rsid w:val="00DA3646"/>
    <w:rsid w:val="00DD2E16"/>
    <w:rsid w:val="00DE5C0B"/>
    <w:rsid w:val="00E07577"/>
    <w:rsid w:val="00E17A38"/>
    <w:rsid w:val="00E308B7"/>
    <w:rsid w:val="00E36C49"/>
    <w:rsid w:val="00E42389"/>
    <w:rsid w:val="00E5632D"/>
    <w:rsid w:val="00E703A5"/>
    <w:rsid w:val="00E86F92"/>
    <w:rsid w:val="00E94BE3"/>
    <w:rsid w:val="00EA01C8"/>
    <w:rsid w:val="00EB2C3E"/>
    <w:rsid w:val="00EB33B9"/>
    <w:rsid w:val="00EC29FF"/>
    <w:rsid w:val="00ED24CF"/>
    <w:rsid w:val="00EF73E5"/>
    <w:rsid w:val="00F50F65"/>
    <w:rsid w:val="00F53758"/>
    <w:rsid w:val="00F60A08"/>
    <w:rsid w:val="00F6725A"/>
    <w:rsid w:val="00F87D4E"/>
    <w:rsid w:val="00FC0C59"/>
    <w:rsid w:val="00FD02BC"/>
    <w:rsid w:val="00FD255D"/>
    <w:rsid w:val="00FE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CC0FCF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E4CA2-5D05-4B8E-88A9-3FC9099B1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17</Pages>
  <Words>4022</Words>
  <Characters>20806</Characters>
  <Application>Microsoft Office Word</Application>
  <DocSecurity>4</DocSecurity>
  <Lines>173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24779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2025-01-15T15:45:00Z</dcterms:created>
  <dcterms:modified xsi:type="dcterms:W3CDTF">2025-01-15T15:45:00Z</dcterms:modified>
</cp:coreProperties>
</file>